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E79BB" w14:textId="3C66959E" w:rsidR="00264B60" w:rsidRDefault="00414CC2" w:rsidP="00AB19C7">
      <w:pPr>
        <w:pStyle w:val="Title"/>
      </w:pPr>
      <w:r>
        <w:t>How to add images to questions in your SENS survey</w:t>
      </w:r>
    </w:p>
    <w:p w14:paraId="53DBE758" w14:textId="77777777" w:rsidR="00264B60" w:rsidRDefault="00264B60" w:rsidP="00AB19C7">
      <w:pPr>
        <w:pStyle w:val="Title"/>
      </w:pPr>
    </w:p>
    <w:sdt>
      <w:sdtPr>
        <w:rPr>
          <w:rFonts w:ascii="Arial" w:hAnsi="Arial"/>
          <w:b w:val="0"/>
          <w:bCs w:val="0"/>
          <w:caps w:val="0"/>
          <w:color w:val="222222" w:themeColor="text1"/>
          <w:spacing w:val="0"/>
          <w:sz w:val="20"/>
          <w:szCs w:val="22"/>
          <w:lang w:val="en-US" w:eastAsia="fr-FR"/>
        </w:rPr>
        <w:id w:val="73712250"/>
        <w:docPartObj>
          <w:docPartGallery w:val="Table of Contents"/>
          <w:docPartUnique/>
        </w:docPartObj>
      </w:sdtPr>
      <w:sdtEndPr/>
      <w:sdtContent>
        <w:p w14:paraId="4965B94D" w14:textId="34D11764" w:rsidR="00264B60" w:rsidRPr="004F6CA2" w:rsidRDefault="00264B60" w:rsidP="00AB19C7">
          <w:pPr>
            <w:pStyle w:val="TOCHeading"/>
            <w:framePr w:wrap="around"/>
            <w:rPr>
              <w:lang w:val="en-US"/>
            </w:rPr>
          </w:pPr>
          <w:r w:rsidRPr="004F6CA2">
            <w:rPr>
              <w:lang w:val="en-US"/>
            </w:rPr>
            <w:t xml:space="preserve">Table </w:t>
          </w:r>
          <w:r w:rsidR="00E15BA6" w:rsidRPr="004F6CA2">
            <w:rPr>
              <w:lang w:val="en-US"/>
            </w:rPr>
            <w:t>of contents</w:t>
          </w:r>
        </w:p>
        <w:p w14:paraId="5679C9D7" w14:textId="77777777" w:rsidR="00377F02" w:rsidRDefault="00377F02" w:rsidP="00AB19C7">
          <w:pPr>
            <w:pStyle w:val="TOC1"/>
          </w:pPr>
        </w:p>
        <w:p w14:paraId="71F1A9E2" w14:textId="77777777" w:rsidR="00377F02" w:rsidRDefault="00377F02" w:rsidP="00AB19C7">
          <w:pPr>
            <w:pStyle w:val="TOC1"/>
          </w:pPr>
        </w:p>
        <w:p w14:paraId="78BB19F8" w14:textId="2C9FD589" w:rsidR="00883816" w:rsidRDefault="00264B6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r>
            <w:fldChar w:fldCharType="begin"/>
          </w:r>
          <w:r w:rsidRPr="00264B60">
            <w:rPr>
              <w:lang w:val="fr-FR"/>
            </w:rPr>
            <w:instrText xml:space="preserve"> TOC \o "1-3" \h \z \u </w:instrText>
          </w:r>
          <w:r>
            <w:fldChar w:fldCharType="separate"/>
          </w:r>
          <w:hyperlink w:anchor="_Toc164231408" w:history="1">
            <w:r w:rsidR="00883816" w:rsidRPr="00C447CD">
              <w:rPr>
                <w:rStyle w:val="Hyperlink"/>
              </w:rPr>
              <w:t>1.</w:t>
            </w:r>
            <w:r w:rsidR="00883816">
              <w:rPr>
                <w:rFonts w:asciiTheme="minorHAnsi" w:eastAsiaTheme="minorEastAsia" w:hAnsiTheme="minorHAnsi" w:cstheme="minorBidi"/>
                <w:b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="00883816" w:rsidRPr="00C447CD">
              <w:rPr>
                <w:rStyle w:val="Hyperlink"/>
              </w:rPr>
              <w:t>Content of this guide</w:t>
            </w:r>
            <w:r w:rsidR="00883816">
              <w:rPr>
                <w:webHidden/>
              </w:rPr>
              <w:tab/>
            </w:r>
            <w:r w:rsidR="00883816">
              <w:rPr>
                <w:webHidden/>
              </w:rPr>
              <w:fldChar w:fldCharType="begin"/>
            </w:r>
            <w:r w:rsidR="00883816">
              <w:rPr>
                <w:webHidden/>
              </w:rPr>
              <w:instrText xml:space="preserve"> PAGEREF _Toc164231408 \h </w:instrText>
            </w:r>
            <w:r w:rsidR="00883816">
              <w:rPr>
                <w:webHidden/>
              </w:rPr>
            </w:r>
            <w:r w:rsidR="00883816"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2</w:t>
            </w:r>
            <w:r w:rsidR="00883816">
              <w:rPr>
                <w:webHidden/>
              </w:rPr>
              <w:fldChar w:fldCharType="end"/>
            </w:r>
          </w:hyperlink>
        </w:p>
        <w:p w14:paraId="3CE0364E" w14:textId="0DB4FB8C" w:rsidR="00883816" w:rsidRDefault="00883816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09" w:history="1">
            <w:r w:rsidRPr="00C447CD">
              <w:rPr>
                <w:rStyle w:val="Hyperlink"/>
                <w:lang w:val="en-US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  <w:lang w:val="en-US"/>
              </w:rPr>
              <w:t>How to add a picture to a question in a SENS questionnaire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09027E1" w14:textId="19FF9006" w:rsidR="00883816" w:rsidRDefault="00883816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10" w:history="1">
            <w:r w:rsidRPr="00C447CD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</w:rPr>
              <w:t>Prepare the image(s)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556988A" w14:textId="7AF2A1A1" w:rsidR="00883816" w:rsidRDefault="00883816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11" w:history="1">
            <w:r w:rsidRPr="00C447CD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</w:rPr>
              <w:t>Adapt the XLS form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626A9A5" w14:textId="4453CEF1" w:rsidR="00883816" w:rsidRDefault="00883816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12" w:history="1">
            <w:r w:rsidRPr="00C447CD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</w:rPr>
              <w:t>Upload and deploy the adapted XLS Form on the server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446F72C" w14:textId="7832DE55" w:rsidR="00883816" w:rsidRDefault="00883816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13" w:history="1">
            <w:r w:rsidRPr="00C447CD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</w:rPr>
              <w:t>Upload the images to the deployed XLS form on the server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1851512" w14:textId="541A5C23" w:rsidR="00883816" w:rsidRDefault="00883816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64231414" w:history="1">
            <w:r w:rsidRPr="00C447CD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2.5.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C447CD">
              <w:rPr>
                <w:rStyle w:val="Hyperlink"/>
              </w:rPr>
              <w:t>Access the questions with images on ODK Collect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_Toc164231414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19C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E829ECE" w14:textId="79863551" w:rsidR="00264B60" w:rsidRPr="00264B60" w:rsidRDefault="00264B60" w:rsidP="00AB19C7">
          <w:pPr>
            <w:rPr>
              <w:lang w:val="fr-FR"/>
            </w:rPr>
          </w:pPr>
          <w:r>
            <w:rPr>
              <w:b/>
              <w:bCs/>
            </w:rPr>
            <w:fldChar w:fldCharType="end"/>
          </w:r>
        </w:p>
      </w:sdtContent>
    </w:sdt>
    <w:p w14:paraId="49D7B33D" w14:textId="1A8D87BE" w:rsidR="00377F02" w:rsidRDefault="00264B60" w:rsidP="00AB19C7">
      <w:pPr>
        <w:rPr>
          <w:lang w:val="fr-FR"/>
        </w:rPr>
      </w:pPr>
      <w:r>
        <w:rPr>
          <w:lang w:val="fr-FR"/>
        </w:rPr>
        <w:br w:type="page"/>
      </w:r>
    </w:p>
    <w:p w14:paraId="037F99B2" w14:textId="35315AEB" w:rsidR="00C57184" w:rsidRDefault="00D612A7" w:rsidP="00D612A7">
      <w:pPr>
        <w:pStyle w:val="Heading1"/>
      </w:pPr>
      <w:bookmarkStart w:id="0" w:name="_Toc164231408"/>
      <w:r>
        <w:lastRenderedPageBreak/>
        <w:t>Content of this guide</w:t>
      </w:r>
      <w:bookmarkEnd w:id="0"/>
    </w:p>
    <w:p w14:paraId="09470BE7" w14:textId="77777777" w:rsidR="00D612A7" w:rsidRDefault="00D612A7" w:rsidP="00D612A7">
      <w:r>
        <w:t>This is a short step-by-step tutorial on how to add pictures to any of the questions in your SENS survey questionnaires.</w:t>
      </w:r>
    </w:p>
    <w:p w14:paraId="420EBD3D" w14:textId="4D7CE388" w:rsidR="00D612A7" w:rsidRPr="00D612A7" w:rsidRDefault="00D612A7" w:rsidP="00D612A7">
      <w:pPr>
        <w:pStyle w:val="Tip"/>
      </w:pPr>
      <w:r>
        <w:t>This can be particularly useful for questions 7A-7H in the Child questionnaire, especially if you do not have any samples related to the question to show to the respondent during the interview.</w:t>
      </w:r>
    </w:p>
    <w:p w14:paraId="2887036D" w14:textId="7B56DD48" w:rsidR="00D612A7" w:rsidRDefault="00D612A7" w:rsidP="00D612A7">
      <w:pPr>
        <w:pStyle w:val="Heading1"/>
        <w:rPr>
          <w:lang w:val="en-US"/>
        </w:rPr>
      </w:pPr>
      <w:bookmarkStart w:id="1" w:name="_Toc164231409"/>
      <w:r w:rsidRPr="00D612A7">
        <w:rPr>
          <w:lang w:val="en-US"/>
        </w:rPr>
        <w:t>How to add a picture t</w:t>
      </w:r>
      <w:r>
        <w:rPr>
          <w:lang w:val="en-US"/>
        </w:rPr>
        <w:t>o a question in a SENS questionnaire</w:t>
      </w:r>
      <w:bookmarkEnd w:id="1"/>
    </w:p>
    <w:p w14:paraId="233322C9" w14:textId="2594FBB1" w:rsidR="00D612A7" w:rsidRPr="00D612A7" w:rsidRDefault="00D612A7" w:rsidP="00D612A7">
      <w:r w:rsidRPr="00D612A7">
        <w:t>In order to add an image to a question in your SENS survey, you need to follow the following steps:</w:t>
      </w:r>
    </w:p>
    <w:p w14:paraId="5C1E9989" w14:textId="7F0474E6" w:rsidR="00D612A7" w:rsidRDefault="00D612A7" w:rsidP="00D612A7">
      <w:pPr>
        <w:pStyle w:val="Heading2"/>
      </w:pPr>
      <w:bookmarkStart w:id="2" w:name="_Toc164231410"/>
      <w:r>
        <w:t>Prepare the image(s)</w:t>
      </w:r>
      <w:bookmarkEnd w:id="2"/>
    </w:p>
    <w:p w14:paraId="0D6BAF22" w14:textId="58FAE76D" w:rsidR="00D612A7" w:rsidRPr="00D612A7" w:rsidRDefault="00D612A7" w:rsidP="00D612A7">
      <w:pPr>
        <w:pStyle w:val="ListBullet"/>
      </w:pPr>
      <w:r w:rsidRPr="00D612A7">
        <w:t>You will first need to prepare the images to be added to your survey and save them altogether in a folder. The images need to be saved in .jpg format.</w:t>
      </w:r>
    </w:p>
    <w:p w14:paraId="76499A8A" w14:textId="77777777" w:rsidR="00C27789" w:rsidRDefault="00C27789" w:rsidP="00C27789">
      <w:r>
        <w:rPr>
          <w:noProof/>
        </w:rPr>
        <w:drawing>
          <wp:inline distT="0" distB="0" distL="0" distR="0" wp14:anchorId="0091E9B7" wp14:editId="78BFC9AC">
            <wp:extent cx="2838450" cy="1075555"/>
            <wp:effectExtent l="0" t="0" r="0" b="0"/>
            <wp:docPr id="53" name="Picture 53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Une image contenant texte, capture d’écran, Police, nomb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27" cy="110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BC14F" w14:textId="22EAD17F" w:rsidR="00C27789" w:rsidRDefault="00C27789" w:rsidP="00C27789">
      <w:pPr>
        <w:pStyle w:val="Descriptionofillustrationfiguretable"/>
      </w:pPr>
      <w:r w:rsidRPr="00C27789">
        <w:t>Figure 1: Folder containing all images to be added to the survey</w:t>
      </w:r>
    </w:p>
    <w:p w14:paraId="60F623E7" w14:textId="38BAEE02" w:rsidR="00D612A7" w:rsidRDefault="00D612A7" w:rsidP="00D612A7">
      <w:pPr>
        <w:pStyle w:val="ListBullet"/>
      </w:pPr>
      <w:r w:rsidRPr="00D612A7">
        <w:t xml:space="preserve">You can </w:t>
      </w:r>
      <w:r w:rsidRPr="00C27789">
        <w:rPr>
          <w:b/>
          <w:bCs/>
        </w:rPr>
        <w:t>add one media at a time</w:t>
      </w:r>
      <w:r w:rsidRPr="00D612A7">
        <w:t xml:space="preserve"> per question in your XLS form: thus, if you need to add several images to a single question, group them in a Word doc for instance, take a screenshot of the group of images needed for that particular question and save it as a .jpg image in the folder containing all other media.</w:t>
      </w:r>
    </w:p>
    <w:p w14:paraId="61F242CF" w14:textId="76E70904" w:rsidR="00D612A7" w:rsidRDefault="00C27789" w:rsidP="00D612A7">
      <w:pPr>
        <w:rPr>
          <w:color w:val="FF0000"/>
        </w:rPr>
      </w:pPr>
      <w:r>
        <w:rPr>
          <w:noProof/>
        </w:rPr>
        <w:drawing>
          <wp:inline distT="0" distB="0" distL="0" distR="0" wp14:anchorId="7685D380" wp14:editId="7E95FD55">
            <wp:extent cx="1187450" cy="1771650"/>
            <wp:effectExtent l="0" t="0" r="0" b="0"/>
            <wp:docPr id="68" name="Picture 68" descr="Une image contenant texte, nourri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 descr="Une image contenant texte, nourritu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7A8113" wp14:editId="12CC6A12">
            <wp:extent cx="2328545" cy="1552575"/>
            <wp:effectExtent l="0" t="0" r="0" b="9525"/>
            <wp:docPr id="52" name="Picture 5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6294" w14:textId="21D45F23" w:rsidR="00C27789" w:rsidRPr="00325678" w:rsidRDefault="00C27789" w:rsidP="00C27789">
      <w:pPr>
        <w:pStyle w:val="Descriptionofillustrationfiguretable"/>
      </w:pPr>
      <w:r w:rsidRPr="00CB02DA">
        <w:t>Figure</w:t>
      </w:r>
      <w:r>
        <w:t xml:space="preserve"> 2</w:t>
      </w:r>
      <w:r w:rsidRPr="00CB02DA">
        <w:t xml:space="preserve">: </w:t>
      </w:r>
      <w:r>
        <w:t xml:space="preserve">Examples of </w:t>
      </w:r>
      <w:r w:rsidRPr="00CB02DA">
        <w:t xml:space="preserve">images </w:t>
      </w:r>
      <w:r>
        <w:t>or group of images</w:t>
      </w:r>
    </w:p>
    <w:p w14:paraId="376B8363" w14:textId="0917BC5A" w:rsidR="00D612A7" w:rsidRDefault="00D612A7" w:rsidP="00D612A7">
      <w:pPr>
        <w:pStyle w:val="Heading2"/>
      </w:pPr>
      <w:bookmarkStart w:id="3" w:name="_Toc164231411"/>
      <w:r>
        <w:t>Adapt the XLS form</w:t>
      </w:r>
      <w:bookmarkEnd w:id="3"/>
    </w:p>
    <w:p w14:paraId="2CB72DA7" w14:textId="064F1346" w:rsidR="00D612A7" w:rsidRDefault="00D612A7" w:rsidP="00D612A7">
      <w:pPr>
        <w:pStyle w:val="ListBullet"/>
      </w:pPr>
      <w:r w:rsidRPr="00D612A7">
        <w:t xml:space="preserve">Next you will need to add those images to your XLS Form: insert the full name of your media (i.e. </w:t>
      </w:r>
      <w:r w:rsidRPr="00C27789">
        <w:rPr>
          <w:b/>
          <w:bCs/>
        </w:rPr>
        <w:t>name.jpg</w:t>
      </w:r>
      <w:r w:rsidRPr="00D612A7">
        <w:t xml:space="preserve">) in the </w:t>
      </w:r>
      <w:r w:rsidRPr="00C27789">
        <w:rPr>
          <w:b/>
          <w:bCs/>
        </w:rPr>
        <w:t>“media::image” column</w:t>
      </w:r>
      <w:r w:rsidRPr="00D612A7">
        <w:t xml:space="preserve"> of the questions in the </w:t>
      </w:r>
      <w:r w:rsidRPr="00C27789">
        <w:rPr>
          <w:b/>
          <w:bCs/>
        </w:rPr>
        <w:t>“survey” tab</w:t>
      </w:r>
      <w:r w:rsidRPr="00D612A7">
        <w:t>.</w:t>
      </w:r>
    </w:p>
    <w:p w14:paraId="0345CF83" w14:textId="77777777" w:rsidR="00D612A7" w:rsidRDefault="00D612A7" w:rsidP="00D612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95AC5" wp14:editId="3E98DCF0">
                <wp:simplePos x="0" y="0"/>
                <wp:positionH relativeFrom="margin">
                  <wp:posOffset>4510748</wp:posOffset>
                </wp:positionH>
                <wp:positionV relativeFrom="paragraph">
                  <wp:posOffset>6985</wp:posOffset>
                </wp:positionV>
                <wp:extent cx="1070919" cy="1861752"/>
                <wp:effectExtent l="0" t="0" r="15240" b="24765"/>
                <wp:wrapNone/>
                <wp:docPr id="3949101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919" cy="18617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014B7" id="Rectangle 1" o:spid="_x0000_s1026" style="position:absolute;margin-left:355.2pt;margin-top:.55pt;width:84.3pt;height:146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E28D1D6" wp14:editId="5F06F61A">
            <wp:extent cx="5629275" cy="1910429"/>
            <wp:effectExtent l="0" t="0" r="0" b="0"/>
            <wp:docPr id="73" name="Picture 73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 descr="Une image contenant texte, capture d’écran, Police, nomb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78" cy="194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21E85" w14:textId="77777777" w:rsidR="002B0297" w:rsidRPr="002E7C3D" w:rsidRDefault="002B0297" w:rsidP="002B0297">
      <w:pPr>
        <w:pStyle w:val="Descriptionofillustrationfiguretable"/>
      </w:pPr>
      <w:r w:rsidRPr="00CB02DA">
        <w:t>Figure</w:t>
      </w:r>
      <w:r>
        <w:t xml:space="preserve"> 3</w:t>
      </w:r>
      <w:r w:rsidRPr="00CB02DA">
        <w:t xml:space="preserve">: </w:t>
      </w:r>
      <w:r>
        <w:t>How to adapt the XLS Form</w:t>
      </w:r>
    </w:p>
    <w:p w14:paraId="6BD587E9" w14:textId="77777777" w:rsidR="002B0297" w:rsidRPr="002B0297" w:rsidRDefault="002B0297" w:rsidP="00D612A7"/>
    <w:p w14:paraId="6CF73CE4" w14:textId="61473193" w:rsidR="00D612A7" w:rsidRDefault="00D612A7" w:rsidP="00D612A7">
      <w:pPr>
        <w:pStyle w:val="Heading2"/>
      </w:pPr>
      <w:bookmarkStart w:id="4" w:name="_Toc164231412"/>
      <w:r>
        <w:t>Upload and deploy the adapted XLS Form on the server</w:t>
      </w:r>
      <w:bookmarkEnd w:id="4"/>
    </w:p>
    <w:p w14:paraId="1C2FB7CB" w14:textId="15CEFD95" w:rsidR="00D612A7" w:rsidRPr="00D612A7" w:rsidRDefault="00D612A7" w:rsidP="00D612A7">
      <w:pPr>
        <w:pStyle w:val="ListBullet"/>
      </w:pPr>
      <w:r w:rsidRPr="002B0297">
        <w:rPr>
          <w:b/>
          <w:bCs/>
        </w:rPr>
        <w:t>Upload (and deploy)</w:t>
      </w:r>
      <w:r w:rsidRPr="00D612A7">
        <w:t xml:space="preserve"> the adapted XLS form on Kobo Toolbox server according to the regular procedure.</w:t>
      </w:r>
    </w:p>
    <w:p w14:paraId="220BA569" w14:textId="6AA59EA8" w:rsidR="00D612A7" w:rsidRDefault="00D612A7" w:rsidP="00D612A7">
      <w:pPr>
        <w:pStyle w:val="Heading2"/>
      </w:pPr>
      <w:bookmarkStart w:id="5" w:name="_Toc164231413"/>
      <w:r>
        <w:t>Upload the images to the deployed XLS form on the server</w:t>
      </w:r>
      <w:bookmarkEnd w:id="5"/>
    </w:p>
    <w:p w14:paraId="0C2CDE84" w14:textId="4F4E3246" w:rsidR="00D612A7" w:rsidRDefault="00D612A7" w:rsidP="00D612A7">
      <w:pPr>
        <w:pStyle w:val="ListBullet"/>
      </w:pPr>
      <w:r w:rsidRPr="00D612A7">
        <w:t xml:space="preserve">Once your adapted XLS form is uploaded and deployed on the server, add the images in .jpg format to the survey, </w:t>
      </w:r>
      <w:r w:rsidRPr="002B0297">
        <w:rPr>
          <w:b/>
          <w:bCs/>
        </w:rPr>
        <w:t>one by one</w:t>
      </w:r>
      <w:r w:rsidRPr="00D612A7">
        <w:t>.</w:t>
      </w:r>
    </w:p>
    <w:p w14:paraId="34D46720" w14:textId="207D05B9" w:rsidR="002B0297" w:rsidRDefault="002B0297" w:rsidP="002B0297">
      <w:pPr>
        <w:pStyle w:val="ListBullet"/>
        <w:numPr>
          <w:ilvl w:val="0"/>
          <w:numId w:val="0"/>
        </w:numPr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5142DA" wp14:editId="206B5AD9">
                <wp:simplePos x="0" y="0"/>
                <wp:positionH relativeFrom="margin">
                  <wp:posOffset>2885994</wp:posOffset>
                </wp:positionH>
                <wp:positionV relativeFrom="paragraph">
                  <wp:posOffset>1151237</wp:posOffset>
                </wp:positionV>
                <wp:extent cx="1023870" cy="412124"/>
                <wp:effectExtent l="0" t="0" r="24130" b="26035"/>
                <wp:wrapNone/>
                <wp:docPr id="5977323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23870" cy="4121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56C6B" id="Rectangle 1" o:spid="_x0000_s1026" style="position:absolute;margin-left:227.25pt;margin-top:90.65pt;width:80.6pt;height:32.4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A728D" wp14:editId="71AB8739">
                <wp:simplePos x="0" y="0"/>
                <wp:positionH relativeFrom="margin">
                  <wp:posOffset>3475883</wp:posOffset>
                </wp:positionH>
                <wp:positionV relativeFrom="paragraph">
                  <wp:posOffset>228243</wp:posOffset>
                </wp:positionV>
                <wp:extent cx="521594" cy="206062"/>
                <wp:effectExtent l="0" t="0" r="12065" b="22860"/>
                <wp:wrapNone/>
                <wp:docPr id="16867949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94" cy="206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0081D" id="Rectangle 1" o:spid="_x0000_s1026" style="position:absolute;margin-left:273.7pt;margin-top:17.95pt;width:41.05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68E8F" wp14:editId="210A7A53">
                <wp:simplePos x="0" y="0"/>
                <wp:positionH relativeFrom="margin">
                  <wp:posOffset>39764</wp:posOffset>
                </wp:positionH>
                <wp:positionV relativeFrom="paragraph">
                  <wp:posOffset>558809</wp:posOffset>
                </wp:positionV>
                <wp:extent cx="521594" cy="206062"/>
                <wp:effectExtent l="0" t="0" r="12065" b="22860"/>
                <wp:wrapNone/>
                <wp:docPr id="11349572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94" cy="206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66439" id="Rectangle 1" o:spid="_x0000_s1026" style="position:absolute;margin-left:3.15pt;margin-top:44pt;width:41.0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" filled="f" strokecolor="red" strokeweight="2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73CC902" wp14:editId="733996D1">
            <wp:extent cx="6120130" cy="2701925"/>
            <wp:effectExtent l="0" t="0" r="0" b="3175"/>
            <wp:docPr id="97904957" name="Image 1" descr="Une image contenant tex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04957" name="Image 1" descr="Une image contenant texte, capture d’écran, logiciel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0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1711D" w14:textId="77777777" w:rsidR="002B0297" w:rsidRDefault="002B0297" w:rsidP="002B0297">
      <w:pPr>
        <w:pStyle w:val="Descriptionofillustrationfiguretable"/>
      </w:pPr>
      <w:r w:rsidRPr="00CB02DA">
        <w:t>Figure</w:t>
      </w:r>
      <w:r>
        <w:t xml:space="preserve"> 4</w:t>
      </w:r>
      <w:r w:rsidRPr="00CB02DA">
        <w:t xml:space="preserve">: </w:t>
      </w:r>
      <w:r>
        <w:t>How to add the images to a SENS survey on Kobo Toolbox</w:t>
      </w:r>
    </w:p>
    <w:p w14:paraId="2168BA15" w14:textId="01B27499" w:rsidR="00D612A7" w:rsidRDefault="00D612A7" w:rsidP="00D612A7">
      <w:pPr>
        <w:pStyle w:val="Heading2"/>
      </w:pPr>
      <w:bookmarkStart w:id="6" w:name="_Toc164231414"/>
      <w:r>
        <w:t>Access the questions with images on ODK Collect</w:t>
      </w:r>
      <w:bookmarkEnd w:id="6"/>
    </w:p>
    <w:p w14:paraId="0C06B9F1" w14:textId="4C62DE4A" w:rsidR="00D612A7" w:rsidRDefault="00D612A7" w:rsidP="00D612A7">
      <w:pPr>
        <w:pStyle w:val="ListBullet"/>
      </w:pPr>
      <w:r w:rsidRPr="00D612A7">
        <w:t>On ODK Collect the question will appear as follows: label, hint, media and then choices.</w:t>
      </w:r>
    </w:p>
    <w:p w14:paraId="53864AB7" w14:textId="75FE62EB" w:rsidR="00D612A7" w:rsidRDefault="002B0297" w:rsidP="00D612A7">
      <w:pPr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7E58C56D" wp14:editId="2E9AEA53">
            <wp:extent cx="1924050" cy="3440202"/>
            <wp:effectExtent l="0" t="0" r="0" b="8255"/>
            <wp:docPr id="70" name="Picture 70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 descr="Une image contenant texte, Appareils électroniques, capture d’écran, logicie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229" cy="347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</w:t>
      </w:r>
      <w:r>
        <w:rPr>
          <w:noProof/>
        </w:rPr>
        <w:drawing>
          <wp:inline distT="0" distB="0" distL="0" distR="0" wp14:anchorId="3B25B999" wp14:editId="314DEF89">
            <wp:extent cx="1943100" cy="3450168"/>
            <wp:effectExtent l="0" t="0" r="0" b="0"/>
            <wp:docPr id="71" name="Picture 71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 descr="Une image contenant texte, capture d’écran, logiciel, Page web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922" cy="351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2203E" w14:textId="77777777" w:rsidR="002B0297" w:rsidRPr="002A073A" w:rsidRDefault="002B0297" w:rsidP="002B0297">
      <w:pPr>
        <w:pStyle w:val="Descriptionofillustrationfiguretable"/>
      </w:pPr>
      <w:r w:rsidRPr="00CB02DA">
        <w:t>Figure</w:t>
      </w:r>
      <w:r>
        <w:t xml:space="preserve"> 5</w:t>
      </w:r>
      <w:r w:rsidRPr="00CB02DA">
        <w:t xml:space="preserve">: </w:t>
      </w:r>
      <w:r>
        <w:t>Examples of questions with images on ODK Collect</w:t>
      </w:r>
    </w:p>
    <w:p w14:paraId="35262941" w14:textId="77777777" w:rsidR="002B0297" w:rsidRPr="002B0297" w:rsidRDefault="002B0297" w:rsidP="00D612A7">
      <w:pPr>
        <w:rPr>
          <w:color w:val="FF0000"/>
        </w:rPr>
      </w:pPr>
    </w:p>
    <w:sectPr w:rsidR="002B0297" w:rsidRPr="002B0297" w:rsidSect="00E67584">
      <w:headerReference w:type="default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6" w:h="16838"/>
      <w:pgMar w:top="1247" w:right="1134" w:bottom="964" w:left="1134" w:header="39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36E31" w14:textId="77777777" w:rsidR="00E67584" w:rsidRDefault="00E67584" w:rsidP="00AB19C7">
      <w:r>
        <w:separator/>
      </w:r>
    </w:p>
    <w:p w14:paraId="0E370D02" w14:textId="77777777" w:rsidR="00E67584" w:rsidRDefault="00E67584" w:rsidP="00AB19C7"/>
    <w:p w14:paraId="70FAAE39" w14:textId="77777777" w:rsidR="00E67584" w:rsidRDefault="00E67584" w:rsidP="00AB19C7"/>
    <w:p w14:paraId="5BFAB482" w14:textId="77777777" w:rsidR="00E67584" w:rsidRDefault="00E67584" w:rsidP="00AB19C7"/>
    <w:p w14:paraId="3BEBC1C2" w14:textId="77777777" w:rsidR="00E67584" w:rsidRDefault="00E67584" w:rsidP="00AB19C7"/>
  </w:endnote>
  <w:endnote w:type="continuationSeparator" w:id="0">
    <w:p w14:paraId="4A21638A" w14:textId="77777777" w:rsidR="00E67584" w:rsidRDefault="00E67584" w:rsidP="00AB19C7">
      <w:r>
        <w:continuationSeparator/>
      </w:r>
    </w:p>
    <w:p w14:paraId="7DF47873" w14:textId="77777777" w:rsidR="00E67584" w:rsidRDefault="00E67584" w:rsidP="00AB19C7"/>
    <w:p w14:paraId="26BDD362" w14:textId="77777777" w:rsidR="00E67584" w:rsidRDefault="00E67584" w:rsidP="00AB19C7"/>
    <w:p w14:paraId="5B6316F7" w14:textId="77777777" w:rsidR="00E67584" w:rsidRDefault="00E67584" w:rsidP="00AB19C7"/>
    <w:p w14:paraId="0374DCB3" w14:textId="77777777" w:rsidR="00E67584" w:rsidRDefault="00E67584" w:rsidP="00AB1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andon Grotesque Regular">
    <w:charset w:val="00"/>
    <w:family w:val="swiss"/>
    <w:pitch w:val="variable"/>
    <w:sig w:usb0="A00000AF" w:usb1="5000205B" w:usb2="00000000" w:usb3="00000000" w:csb0="0000009B" w:csb1="00000000"/>
  </w:font>
  <w:font w:name="Brandon Grotesque Medium">
    <w:altName w:val="Calibri"/>
    <w:charset w:val="00"/>
    <w:family w:val="swiss"/>
    <w:pitch w:val="variable"/>
    <w:sig w:usb0="A00000AF" w:usb1="5000205B" w:usb2="00000000" w:usb3="00000000" w:csb0="0000009B" w:csb1="00000000"/>
  </w:font>
  <w:font w:name="Josefin Sans">
    <w:panose1 w:val="00000000000000000000"/>
    <w:charset w:val="00"/>
    <w:family w:val="auto"/>
    <w:pitch w:val="variable"/>
    <w:sig w:usb0="A00000FF" w:usb1="4800204B" w:usb2="14000000" w:usb3="00000000" w:csb0="0000019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3EA" w14:textId="77777777" w:rsidR="002A4A24" w:rsidRDefault="002A4A24" w:rsidP="00AB19C7"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7E4DF48C" wp14:editId="0FAB99BF">
              <wp:simplePos x="0" y="0"/>
              <wp:positionH relativeFrom="margin">
                <wp:posOffset>172720</wp:posOffset>
              </wp:positionH>
              <wp:positionV relativeFrom="paragraph">
                <wp:posOffset>207010</wp:posOffset>
              </wp:positionV>
              <wp:extent cx="3599815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59981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9F126F" id="Straight Connector 1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6pt,16.3pt" to="297.0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" strokecolor="#2a6a66 [3204]" strokeweight="1pt">
              <w10:wrap anchorx="margin"/>
            </v:line>
          </w:pict>
        </mc:Fallback>
      </mc:AlternateContent>
    </w:r>
  </w:p>
  <w:p w14:paraId="7BF0AF00" w14:textId="41F76B48" w:rsidR="00D021B4" w:rsidRPr="007C19F9" w:rsidRDefault="002A4A24" w:rsidP="00AB19C7">
    <w:pPr>
      <w:pStyle w:val="Footer"/>
      <w:rPr>
        <w:lang w:val="fr-FR"/>
      </w:rPr>
    </w:pPr>
    <w:r w:rsidRPr="007C19F9">
      <w:rPr>
        <w:lang w:val="fr-FR"/>
      </w:rPr>
      <w:t xml:space="preserve">info@cartong.org | </w:t>
    </w:r>
    <w:hyperlink r:id="rId1" w:history="1">
      <w:r w:rsidRPr="007C19F9">
        <w:rPr>
          <w:lang w:val="fr-FR"/>
        </w:rPr>
        <w:t>www.cartong.org</w:t>
      </w:r>
    </w:hyperlink>
    <w:r w:rsidRPr="007C19F9">
      <w:rPr>
        <w:lang w:val="fr-FR"/>
      </w:rPr>
      <w:t xml:space="preserve">  </w:t>
    </w:r>
    <w:r w:rsidRPr="007C19F9">
      <w:rPr>
        <w:lang w:val="fr-FR"/>
      </w:rPr>
      <w:tab/>
    </w:r>
    <w:r w:rsidRPr="007C19F9">
      <w:rPr>
        <w:lang w:val="fr-FR"/>
      </w:rPr>
      <w:tab/>
    </w:r>
    <w:r w:rsidRPr="007C19F9">
      <w:rPr>
        <w:sz w:val="20"/>
        <w:lang w:val="fr-FR"/>
      </w:rPr>
      <w:t xml:space="preserve">Page </w:t>
    </w:r>
    <w:r w:rsidRPr="00C864A0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 PAGE </w:instrText>
    </w:r>
    <w:r w:rsidRPr="00C864A0">
      <w:rPr>
        <w:b/>
        <w:bCs/>
        <w:sz w:val="20"/>
        <w:szCs w:val="24"/>
      </w:rPr>
      <w:fldChar w:fldCharType="separate"/>
    </w:r>
    <w:r w:rsidRPr="007C19F9">
      <w:rPr>
        <w:b/>
        <w:bCs/>
        <w:noProof/>
        <w:sz w:val="20"/>
        <w:lang w:val="fr-FR"/>
      </w:rPr>
      <w:t>1</w:t>
    </w:r>
    <w:r w:rsidRPr="00C864A0">
      <w:rPr>
        <w:b/>
        <w:bCs/>
        <w:sz w:val="20"/>
        <w:szCs w:val="24"/>
      </w:rPr>
      <w:fldChar w:fldCharType="end"/>
    </w:r>
    <w:r w:rsidRPr="007C19F9">
      <w:rPr>
        <w:sz w:val="20"/>
        <w:lang w:val="fr-FR"/>
      </w:rPr>
      <w:t xml:space="preserve"> | </w:t>
    </w:r>
    <w:r w:rsidRPr="00C864A0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SECTIONPAGES </w:instrText>
    </w:r>
    <w:r w:rsidRPr="00C864A0">
      <w:rPr>
        <w:b/>
        <w:bCs/>
        <w:sz w:val="20"/>
        <w:szCs w:val="24"/>
      </w:rPr>
      <w:fldChar w:fldCharType="separate"/>
    </w:r>
    <w:r w:rsidR="007019C2">
      <w:rPr>
        <w:b/>
        <w:bCs/>
        <w:noProof/>
        <w:sz w:val="20"/>
        <w:lang w:val="fr-FR"/>
      </w:rPr>
      <w:t>4</w:t>
    </w:r>
    <w:r w:rsidRPr="00C864A0">
      <w:rPr>
        <w:b/>
        <w:bCs/>
        <w:sz w:val="2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272B" w14:textId="77777777" w:rsidR="003A16C5" w:rsidRDefault="003A16C5" w:rsidP="00AB19C7"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28D19885" wp14:editId="0BD4DF91">
              <wp:simplePos x="0" y="0"/>
              <wp:positionH relativeFrom="margin">
                <wp:posOffset>172720</wp:posOffset>
              </wp:positionH>
              <wp:positionV relativeFrom="paragraph">
                <wp:posOffset>207010</wp:posOffset>
              </wp:positionV>
              <wp:extent cx="3599815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59981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9E55FE" id="Straight Connector 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6pt,16.3pt" to="297.0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" strokecolor="#2a6a66 [3204]" strokeweight="1pt">
              <w10:wrap anchorx="margin"/>
            </v:line>
          </w:pict>
        </mc:Fallback>
      </mc:AlternateContent>
    </w:r>
  </w:p>
  <w:p w14:paraId="31745F9C" w14:textId="77777777" w:rsidR="003A16C5" w:rsidRPr="007C19F9" w:rsidRDefault="003A16C5" w:rsidP="00AB19C7">
    <w:pPr>
      <w:pStyle w:val="Footer"/>
      <w:rPr>
        <w:lang w:val="fr-FR"/>
      </w:rPr>
    </w:pPr>
    <w:r w:rsidRPr="007C19F9">
      <w:rPr>
        <w:lang w:val="fr-FR"/>
      </w:rPr>
      <w:t xml:space="preserve">info@cartong.org | </w:t>
    </w:r>
    <w:hyperlink r:id="rId1" w:history="1">
      <w:r w:rsidRPr="007C19F9">
        <w:rPr>
          <w:lang w:val="fr-FR"/>
        </w:rPr>
        <w:t>www.cartong.org</w:t>
      </w:r>
    </w:hyperlink>
    <w:r w:rsidRPr="007C19F9">
      <w:rPr>
        <w:lang w:val="fr-FR"/>
      </w:rPr>
      <w:t xml:space="preserve">  </w:t>
    </w:r>
    <w:r w:rsidRPr="007C19F9">
      <w:rPr>
        <w:lang w:val="fr-FR"/>
      </w:rPr>
      <w:tab/>
    </w:r>
    <w:r w:rsidRPr="007C19F9">
      <w:rPr>
        <w:lang w:val="fr-FR"/>
      </w:rPr>
      <w:tab/>
    </w:r>
    <w:r w:rsidRPr="007C19F9">
      <w:rPr>
        <w:sz w:val="20"/>
        <w:lang w:val="fr-FR"/>
      </w:rPr>
      <w:t xml:space="preserve">Page </w:t>
    </w:r>
    <w:r w:rsidRPr="00E348D8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 PAGE </w:instrText>
    </w:r>
    <w:r w:rsidRPr="00E348D8">
      <w:rPr>
        <w:b/>
        <w:bCs/>
        <w:sz w:val="20"/>
        <w:szCs w:val="24"/>
      </w:rPr>
      <w:fldChar w:fldCharType="separate"/>
    </w:r>
    <w:r w:rsidRPr="007C19F9">
      <w:rPr>
        <w:b/>
        <w:bCs/>
        <w:szCs w:val="24"/>
        <w:lang w:val="fr-FR"/>
      </w:rPr>
      <w:t>2</w:t>
    </w:r>
    <w:r w:rsidRPr="00E348D8">
      <w:rPr>
        <w:b/>
        <w:bCs/>
        <w:sz w:val="20"/>
        <w:szCs w:val="24"/>
      </w:rPr>
      <w:fldChar w:fldCharType="end"/>
    </w:r>
    <w:r w:rsidRPr="007C19F9">
      <w:rPr>
        <w:sz w:val="20"/>
        <w:lang w:val="fr-FR"/>
      </w:rPr>
      <w:t xml:space="preserve"> | </w:t>
    </w:r>
    <w:r w:rsidRPr="00E348D8">
      <w:rPr>
        <w:b/>
        <w:bCs/>
        <w:sz w:val="20"/>
        <w:szCs w:val="24"/>
      </w:rPr>
      <w:fldChar w:fldCharType="begin"/>
    </w:r>
    <w:r w:rsidR="00261824" w:rsidRPr="007C19F9">
      <w:rPr>
        <w:b/>
        <w:bCs/>
        <w:sz w:val="20"/>
        <w:lang w:val="fr-FR"/>
      </w:rPr>
      <w:instrText>NUM</w:instrText>
    </w:r>
    <w:r w:rsidRPr="007C19F9">
      <w:rPr>
        <w:b/>
        <w:bCs/>
        <w:sz w:val="20"/>
        <w:lang w:val="fr-FR"/>
      </w:rPr>
      <w:instrText xml:space="preserve">PAGES </w:instrText>
    </w:r>
    <w:r w:rsidRPr="00E348D8">
      <w:rPr>
        <w:b/>
        <w:bCs/>
        <w:sz w:val="20"/>
        <w:szCs w:val="24"/>
      </w:rPr>
      <w:fldChar w:fldCharType="separate"/>
    </w:r>
    <w:r w:rsidR="00261824" w:rsidRPr="007C19F9">
      <w:rPr>
        <w:b/>
        <w:bCs/>
        <w:noProof/>
        <w:sz w:val="20"/>
        <w:szCs w:val="24"/>
        <w:lang w:val="fr-FR"/>
      </w:rPr>
      <w:t>2</w:t>
    </w:r>
    <w:r w:rsidRPr="00E348D8">
      <w:rPr>
        <w:b/>
        <w:bCs/>
        <w:sz w:val="20"/>
        <w:szCs w:val="24"/>
      </w:rPr>
      <w:fldChar w:fldCharType="end"/>
    </w:r>
  </w:p>
  <w:p w14:paraId="5884A5FB" w14:textId="77777777" w:rsidR="00D021B4" w:rsidRPr="007C19F9" w:rsidRDefault="00D021B4" w:rsidP="00AB19C7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9AB1C" w14:textId="77777777" w:rsidR="00E67584" w:rsidRPr="00CB638F" w:rsidRDefault="00E67584" w:rsidP="00AB19C7">
      <w:pPr>
        <w:pStyle w:val="Footer"/>
      </w:pPr>
    </w:p>
    <w:p w14:paraId="472613A2" w14:textId="77777777" w:rsidR="00E67584" w:rsidRDefault="00E67584" w:rsidP="00AB19C7"/>
  </w:footnote>
  <w:footnote w:type="continuationSeparator" w:id="0">
    <w:p w14:paraId="20F97B58" w14:textId="77777777" w:rsidR="00E67584" w:rsidRDefault="00E67584" w:rsidP="00AB19C7">
      <w:r>
        <w:continuationSeparator/>
      </w:r>
    </w:p>
    <w:p w14:paraId="1DFDAB66" w14:textId="77777777" w:rsidR="00E67584" w:rsidRDefault="00E67584" w:rsidP="00AB19C7"/>
    <w:p w14:paraId="27A52606" w14:textId="77777777" w:rsidR="00E67584" w:rsidRDefault="00E67584" w:rsidP="00AB19C7"/>
    <w:p w14:paraId="05B06FFA" w14:textId="77777777" w:rsidR="00E67584" w:rsidRDefault="00E67584" w:rsidP="00AB19C7"/>
    <w:p w14:paraId="5CC47B59" w14:textId="77777777" w:rsidR="00E67584" w:rsidRDefault="00E67584" w:rsidP="00AB19C7"/>
  </w:footnote>
  <w:footnote w:type="continuationNotice" w:id="1">
    <w:p w14:paraId="01294865" w14:textId="77777777" w:rsidR="00E67584" w:rsidRDefault="00E67584" w:rsidP="00AB19C7"/>
    <w:p w14:paraId="27CAE8E4" w14:textId="77777777" w:rsidR="00E67584" w:rsidRDefault="00E67584" w:rsidP="00AB1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1D7F3" w14:textId="1F3614D4" w:rsidR="002A4A24" w:rsidRDefault="00264B60" w:rsidP="00AB19C7">
    <w:pPr>
      <w:pStyle w:val="Header"/>
    </w:pPr>
    <w:r w:rsidRPr="007F3EF0">
      <w:rPr>
        <w:noProof/>
        <w:color w:val="648282"/>
        <w:lang w:val="en-GB"/>
      </w:rPr>
      <w:drawing>
        <wp:anchor distT="0" distB="0" distL="114300" distR="114300" simplePos="0" relativeHeight="251732992" behindDoc="0" locked="0" layoutInCell="1" hidden="0" allowOverlap="1" wp14:anchorId="78C9C70E" wp14:editId="2C6AB7EA">
          <wp:simplePos x="0" y="0"/>
          <wp:positionH relativeFrom="margin">
            <wp:posOffset>1331121</wp:posOffset>
          </wp:positionH>
          <wp:positionV relativeFrom="paragraph">
            <wp:posOffset>-94947</wp:posOffset>
          </wp:positionV>
          <wp:extent cx="462915" cy="495935"/>
          <wp:effectExtent l="0" t="0" r="0" b="0"/>
          <wp:wrapSquare wrapText="bothSides" distT="0" distB="0" distL="114300" distR="114300"/>
          <wp:docPr id="1282116932" name="image2.jpg" descr="http://www.ungeorgia.ge/images/4815unhcr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://www.ungeorgia.ge/images/4815unhcr_logo.jpg"/>
                  <pic:cNvPicPr preferRelativeResize="0"/>
                </pic:nvPicPr>
                <pic:blipFill>
                  <a:blip r:embed="rId1"/>
                  <a:srcRect b="8770"/>
                  <a:stretch>
                    <a:fillRect/>
                  </a:stretch>
                </pic:blipFill>
                <pic:spPr>
                  <a:xfrm>
                    <a:off x="0" y="0"/>
                    <a:ext cx="462915" cy="4959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214F" w:rsidRPr="0042327B">
      <w:rPr>
        <w:noProof/>
      </w:rPr>
      <w:drawing>
        <wp:anchor distT="0" distB="0" distL="114300" distR="114300" simplePos="0" relativeHeight="251726848" behindDoc="0" locked="0" layoutInCell="1" allowOverlap="1" wp14:anchorId="1031E791" wp14:editId="658D71A7">
          <wp:simplePos x="0" y="0"/>
          <wp:positionH relativeFrom="margin">
            <wp:posOffset>-330200</wp:posOffset>
          </wp:positionH>
          <wp:positionV relativeFrom="paragraph">
            <wp:posOffset>-237891</wp:posOffset>
          </wp:positionV>
          <wp:extent cx="1760997" cy="766800"/>
          <wp:effectExtent l="0" t="0" r="0" b="0"/>
          <wp:wrapTight wrapText="bothSides">
            <wp:wrapPolygon edited="0">
              <wp:start x="3739" y="5906"/>
              <wp:lineTo x="2804" y="8590"/>
              <wp:lineTo x="2804" y="13422"/>
              <wp:lineTo x="3973" y="15569"/>
              <wp:lineTo x="5375" y="15569"/>
              <wp:lineTo x="17994" y="13422"/>
              <wp:lineTo x="17994" y="7516"/>
              <wp:lineTo x="5608" y="5906"/>
              <wp:lineTo x="3739" y="5906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0997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4A24" w:rsidRPr="000B5579">
      <w:rPr>
        <w:rStyle w:val="HeaderChar"/>
      </w:rPr>
      <w:t xml:space="preserve"> </w:t>
    </w:r>
    <w:sdt>
      <w:sdtPr>
        <w:alias w:val="Title"/>
        <w:tag w:val=""/>
        <w:id w:val="1825623656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7060">
          <w:t xml:space="preserve">     </w:t>
        </w:r>
      </w:sdtContent>
    </w:sdt>
  </w:p>
  <w:p w14:paraId="03E65621" w14:textId="77777777" w:rsidR="000B5579" w:rsidRPr="000B5579" w:rsidRDefault="000B5579" w:rsidP="00AB1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2E2B" w14:textId="2FC4D29B" w:rsidR="0044214F" w:rsidRPr="007C19F9" w:rsidRDefault="00264B60" w:rsidP="00AB19C7">
    <w:pPr>
      <w:pStyle w:val="Header"/>
      <w:rPr>
        <w:lang w:val="fr-FR"/>
      </w:rPr>
    </w:pPr>
    <w:r w:rsidRPr="007F3EF0">
      <w:rPr>
        <w:noProof/>
        <w:color w:val="648282"/>
        <w:lang w:val="en-GB"/>
      </w:rPr>
      <w:drawing>
        <wp:anchor distT="0" distB="0" distL="114300" distR="114300" simplePos="0" relativeHeight="251730944" behindDoc="0" locked="0" layoutInCell="1" hidden="0" allowOverlap="1" wp14:anchorId="2CD057C8" wp14:editId="1E2178A7">
          <wp:simplePos x="0" y="0"/>
          <wp:positionH relativeFrom="margin">
            <wp:posOffset>1392555</wp:posOffset>
          </wp:positionH>
          <wp:positionV relativeFrom="paragraph">
            <wp:posOffset>-104595</wp:posOffset>
          </wp:positionV>
          <wp:extent cx="462915" cy="495935"/>
          <wp:effectExtent l="0" t="0" r="0" b="0"/>
          <wp:wrapSquare wrapText="bothSides" distT="0" distB="0" distL="114300" distR="114300"/>
          <wp:docPr id="242" name="image2.jpg" descr="http://www.ungeorgia.ge/images/4815unhcr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://www.ungeorgia.ge/images/4815unhcr_logo.jpg"/>
                  <pic:cNvPicPr preferRelativeResize="0"/>
                </pic:nvPicPr>
                <pic:blipFill>
                  <a:blip r:embed="rId1"/>
                  <a:srcRect b="8770"/>
                  <a:stretch>
                    <a:fillRect/>
                  </a:stretch>
                </pic:blipFill>
                <pic:spPr>
                  <a:xfrm>
                    <a:off x="0" y="0"/>
                    <a:ext cx="462915" cy="4959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214F" w:rsidRPr="0042327B">
      <w:rPr>
        <w:noProof/>
      </w:rPr>
      <w:drawing>
        <wp:anchor distT="0" distB="0" distL="114300" distR="114300" simplePos="0" relativeHeight="251724800" behindDoc="0" locked="0" layoutInCell="1" allowOverlap="1" wp14:anchorId="4535E3AB" wp14:editId="3F6BE233">
          <wp:simplePos x="0" y="0"/>
          <wp:positionH relativeFrom="column">
            <wp:posOffset>-326759</wp:posOffset>
          </wp:positionH>
          <wp:positionV relativeFrom="paragraph">
            <wp:posOffset>-236855</wp:posOffset>
          </wp:positionV>
          <wp:extent cx="1764665" cy="767080"/>
          <wp:effectExtent l="0" t="0" r="0" b="0"/>
          <wp:wrapTight wrapText="bothSides">
            <wp:wrapPolygon edited="0">
              <wp:start x="3731" y="5901"/>
              <wp:lineTo x="2798" y="9119"/>
              <wp:lineTo x="2798" y="12874"/>
              <wp:lineTo x="3964" y="15556"/>
              <wp:lineTo x="5363" y="15556"/>
              <wp:lineTo x="18188" y="13411"/>
              <wp:lineTo x="18188" y="7510"/>
              <wp:lineTo x="5596" y="5901"/>
              <wp:lineTo x="3731" y="5901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14F" w:rsidRPr="007C19F9">
      <w:rPr>
        <w:rStyle w:val="HeaderChar"/>
        <w:lang w:val="fr-FR"/>
      </w:rPr>
      <w:t>CartONG – 23 boulevard du Musée, 73000 Chambéry –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010E472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57858751" o:spid="_x0000_i1025" type="#_x0000_t75" style="width:150pt;height:150pt;visibility:visible;mso-wrap-style:square">
            <v:imagedata r:id="rId1" o:title=""/>
          </v:shape>
        </w:pict>
      </mc:Choice>
      <mc:Fallback>
        <w:drawing>
          <wp:inline distT="0" distB="0" distL="0" distR="0" wp14:anchorId="256AC020">
            <wp:extent cx="1905000" cy="1905000"/>
            <wp:effectExtent l="0" t="0" r="0" b="0"/>
            <wp:docPr id="1457858751" name="Picture 1457858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7F16C0A" id="Picture 963446100" o:spid="_x0000_i1025" type="#_x0000_t75" style="width:150pt;height:150pt;visibility:visible;mso-wrap-style:square">
            <v:imagedata r:id="rId3" o:title=""/>
          </v:shape>
        </w:pict>
      </mc:Choice>
      <mc:Fallback>
        <w:drawing>
          <wp:inline distT="0" distB="0" distL="0" distR="0" wp14:anchorId="256AC021">
            <wp:extent cx="1905000" cy="1905000"/>
            <wp:effectExtent l="0" t="0" r="0" b="0"/>
            <wp:docPr id="963446100" name="Picture 963446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35997D8" id="Picture 86848408" o:spid="_x0000_i1025" type="#_x0000_t75" style="width:150pt;height:150pt;visibility:visible;mso-wrap-style:square">
            <v:imagedata r:id="rId5" o:title=""/>
          </v:shape>
        </w:pict>
      </mc:Choice>
      <mc:Fallback>
        <w:drawing>
          <wp:inline distT="0" distB="0" distL="0" distR="0" wp14:anchorId="256AC022">
            <wp:extent cx="1905000" cy="1905000"/>
            <wp:effectExtent l="0" t="0" r="0" b="0"/>
            <wp:docPr id="86848408" name="Picture 86848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0A51A0F3" id="Picture 1302378471" o:spid="_x0000_i1025" type="#_x0000_t75" style="width:75pt;height:75pt;visibility:visible;mso-wrap-style:square">
            <v:imagedata r:id="rId7" o:title=""/>
          </v:shape>
        </w:pict>
      </mc:Choice>
      <mc:Fallback>
        <w:drawing>
          <wp:inline distT="0" distB="0" distL="0" distR="0" wp14:anchorId="256AC023">
            <wp:extent cx="952500" cy="952500"/>
            <wp:effectExtent l="0" t="0" r="0" b="0"/>
            <wp:docPr id="1302378471" name="Picture 1302378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4">
    <mc:AlternateContent>
      <mc:Choice Requires="v">
        <w:pict>
          <v:shape w14:anchorId="09054868" id="Picture 1739637673" o:spid="_x0000_i1025" type="#_x0000_t75" style="width:511.5pt;height:486.5pt;visibility:visible;mso-wrap-style:square">
            <v:imagedata r:id="rId9" o:title=""/>
          </v:shape>
        </w:pict>
      </mc:Choice>
      <mc:Fallback>
        <w:drawing>
          <wp:inline distT="0" distB="0" distL="0" distR="0" wp14:anchorId="256AC024">
            <wp:extent cx="6496050" cy="6178550"/>
            <wp:effectExtent l="0" t="0" r="0" b="0"/>
            <wp:docPr id="1739637673" name="Picture 1739637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617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5">
    <mc:AlternateContent>
      <mc:Choice Requires="v">
        <w:pict>
          <v:shape w14:anchorId="512344E7" id="Picture 485998316" o:spid="_x0000_i1025" type="#_x0000_t75" style="width:513pt;height:460.5pt;visibility:visible;mso-wrap-style:square">
            <v:imagedata r:id="rId11" o:title=""/>
          </v:shape>
        </w:pict>
      </mc:Choice>
      <mc:Fallback>
        <w:drawing>
          <wp:inline distT="0" distB="0" distL="0" distR="0" wp14:anchorId="256AC025">
            <wp:extent cx="6515100" cy="5848350"/>
            <wp:effectExtent l="0" t="0" r="0" b="0"/>
            <wp:docPr id="485998316" name="Picture 485998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6">
    <mc:AlternateContent>
      <mc:Choice Requires="v">
        <w:pict>
          <v:shape w14:anchorId="69D18D60" id="Picture 1940000835" o:spid="_x0000_i1025" type="#_x0000_t75" style="width:511pt;height:511pt;visibility:visible;mso-wrap-style:square">
            <v:imagedata r:id="rId13" o:title=""/>
          </v:shape>
        </w:pict>
      </mc:Choice>
      <mc:Fallback>
        <w:drawing>
          <wp:inline distT="0" distB="0" distL="0" distR="0" wp14:anchorId="256AC026">
            <wp:extent cx="6489700" cy="6489700"/>
            <wp:effectExtent l="0" t="0" r="0" b="0"/>
            <wp:docPr id="1940000835" name="Picture 1940000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648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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  <w:b/>
        <w:i w:val="0"/>
        <w:color w:val="365F91"/>
        <w:sz w:val="22"/>
        <w:szCs w:val="24"/>
        <w:lang w:val="en-GB"/>
      </w:rPr>
    </w:lvl>
  </w:abstractNum>
  <w:abstractNum w:abstractNumId="1" w15:restartNumberingAfterBreak="0">
    <w:nsid w:val="058C7CD0"/>
    <w:multiLevelType w:val="multilevel"/>
    <w:tmpl w:val="44467C24"/>
    <w:styleLink w:val="Style2"/>
    <w:lvl w:ilvl="0">
      <w:start w:val="1"/>
      <w:numFmt w:val="decimal"/>
      <w:lvlText w:val="%1)"/>
      <w:lvlJc w:val="left"/>
      <w:pPr>
        <w:ind w:left="113" w:hanging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397" w:hanging="11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681" w:hanging="11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965" w:hanging="113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249" w:hanging="113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1533" w:hanging="11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385" w:hanging="113"/>
      </w:pPr>
      <w:rPr>
        <w:rFonts w:cs="Times New Roman" w:hint="default"/>
      </w:rPr>
    </w:lvl>
  </w:abstractNum>
  <w:abstractNum w:abstractNumId="2" w15:restartNumberingAfterBreak="0">
    <w:nsid w:val="0D035E42"/>
    <w:multiLevelType w:val="multilevel"/>
    <w:tmpl w:val="DE7E16AE"/>
    <w:styleLink w:val="HeadinglistAFDAMI"/>
    <w:lvl w:ilvl="0">
      <w:start w:val="1"/>
      <w:numFmt w:val="decimal"/>
      <w:lvlText w:val="%1."/>
      <w:lvlJc w:val="left"/>
      <w:pPr>
        <w:ind w:left="397" w:hanging="397"/>
      </w:pPr>
      <w:rPr>
        <w:rFonts w:ascii="Verdana" w:hAnsi="Verdana" w:hint="default"/>
        <w:b/>
        <w:i w:val="0"/>
        <w:color w:val="FFFFFF" w:themeColor="background1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/>
        <w:i w:val="0"/>
        <w:color w:val="4646A1" w:themeColor="accent3" w:themeShade="BF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/>
        <w:i w:val="0"/>
        <w:strike w:val="0"/>
        <w:dstrike w:val="0"/>
        <w:vanish w:val="0"/>
        <w:color w:val="4646A1" w:themeColor="accent3" w:themeShade="BF"/>
        <w:sz w:val="24"/>
        <w:vertAlign w:val="baseline"/>
      </w:rPr>
    </w:lvl>
    <w:lvl w:ilvl="3">
      <w:start w:val="1"/>
      <w:numFmt w:val="lowerLetter"/>
      <w:lvlText w:val="%4."/>
      <w:lvlJc w:val="left"/>
      <w:pPr>
        <w:ind w:left="1728" w:hanging="651"/>
      </w:pPr>
      <w:rPr>
        <w:rFonts w:ascii="Verdana" w:hAnsi="Verdana" w:hint="default"/>
        <w:color w:val="4646A1" w:themeColor="accent3" w:themeShade="BF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105CF"/>
    <w:multiLevelType w:val="hybridMultilevel"/>
    <w:tmpl w:val="4FDE81F2"/>
    <w:lvl w:ilvl="0" w:tplc="C87A73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705CD"/>
    <w:multiLevelType w:val="multilevel"/>
    <w:tmpl w:val="4442F3D0"/>
    <w:styleLink w:val="ListnumberCartONG"/>
    <w:lvl w:ilvl="0">
      <w:start w:val="1"/>
      <w:numFmt w:val="decimal"/>
      <w:lvlText w:val="%1."/>
      <w:lvlJc w:val="left"/>
      <w:pPr>
        <w:ind w:left="454" w:hanging="454"/>
      </w:pPr>
      <w:rPr>
        <w:rFonts w:ascii="Open Sans" w:hAnsi="Open Sans" w:hint="default"/>
        <w:b/>
        <w:color w:val="7373C2" w:themeColor="accent3"/>
        <w:sz w:val="20"/>
      </w:rPr>
    </w:lvl>
    <w:lvl w:ilvl="1">
      <w:start w:val="1"/>
      <w:numFmt w:val="lowerLetter"/>
      <w:lvlText w:val="%2."/>
      <w:lvlJc w:val="left"/>
      <w:pPr>
        <w:ind w:left="624" w:hanging="511"/>
      </w:pPr>
      <w:rPr>
        <w:rFonts w:ascii="Open Sans" w:hAnsi="Open Sans" w:hint="default"/>
        <w:b/>
        <w:i w:val="0"/>
        <w:color w:val="7373C2" w:themeColor="accent3"/>
        <w:sz w:val="20"/>
      </w:rPr>
    </w:lvl>
    <w:lvl w:ilvl="2">
      <w:start w:val="1"/>
      <w:numFmt w:val="lowerRoman"/>
      <w:lvlText w:val="%3."/>
      <w:lvlJc w:val="left"/>
      <w:pPr>
        <w:ind w:left="737" w:hanging="340"/>
      </w:pPr>
      <w:rPr>
        <w:rFonts w:ascii="Open Sans" w:hAnsi="Open Sans" w:hint="default"/>
        <w:b/>
        <w:i w:val="0"/>
        <w:color w:val="7373C2" w:themeColor="accent3"/>
        <w:sz w:val="20"/>
      </w:rPr>
    </w:lvl>
    <w:lvl w:ilvl="3">
      <w:start w:val="1"/>
      <w:numFmt w:val="bullet"/>
      <w:lvlText w:val=""/>
      <w:lvlJc w:val="left"/>
      <w:pPr>
        <w:ind w:left="964" w:hanging="397"/>
      </w:pPr>
      <w:rPr>
        <w:rFonts w:ascii="Symbol" w:hAnsi="Symbol" w:cs="Times New Roman" w:hint="default"/>
        <w:color w:val="7373C2" w:themeColor="accent3"/>
        <w:szCs w:val="20"/>
      </w:rPr>
    </w:lvl>
    <w:lvl w:ilvl="4">
      <w:start w:val="1"/>
      <w:numFmt w:val="bullet"/>
      <w:lvlText w:val=""/>
      <w:lvlJc w:val="left"/>
      <w:pPr>
        <w:ind w:left="1247" w:hanging="453"/>
      </w:pPr>
      <w:rPr>
        <w:rFonts w:ascii="Symbol" w:hAnsi="Symbol" w:cs="Times New Roman" w:hint="default"/>
        <w:color w:val="7373C2" w:themeColor="accent3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EB7636"/>
    <w:multiLevelType w:val="multilevel"/>
    <w:tmpl w:val="8AAEC492"/>
    <w:name w:val="Paragraphe de liste CartONG"/>
    <w:lvl w:ilvl="0">
      <w:start w:val="1"/>
      <w:numFmt w:val="decimal"/>
      <w:lvlText w:val="%1."/>
      <w:lvlJc w:val="left"/>
      <w:pPr>
        <w:ind w:left="737" w:hanging="340"/>
      </w:pPr>
      <w:rPr>
        <w:rFonts w:ascii="Arial" w:hAnsi="Arial" w:hint="default"/>
        <w:b w:val="0"/>
        <w:i w:val="0"/>
        <w:color w:val="2A6A66"/>
        <w:sz w:val="20"/>
      </w:rPr>
    </w:lvl>
    <w:lvl w:ilvl="1">
      <w:start w:val="1"/>
      <w:numFmt w:val="lowerRoman"/>
      <w:lvlText w:val="%2."/>
      <w:lvlJc w:val="left"/>
      <w:pPr>
        <w:ind w:left="1247" w:hanging="510"/>
      </w:pPr>
      <w:rPr>
        <w:rFonts w:ascii="Arial" w:hAnsi="Arial" w:cs="Arial" w:hint="default"/>
        <w:b w:val="0"/>
        <w:i w:val="0"/>
        <w:color w:val="2A6A66" w:themeColor="accent1"/>
        <w:sz w:val="20"/>
      </w:rPr>
    </w:lvl>
    <w:lvl w:ilvl="2">
      <w:start w:val="1"/>
      <w:numFmt w:val="lowerLetter"/>
      <w:lvlText w:val="%3."/>
      <w:lvlJc w:val="left"/>
      <w:pPr>
        <w:ind w:left="1531" w:hanging="397"/>
      </w:pPr>
      <w:rPr>
        <w:rFonts w:ascii="Arial" w:hAnsi="Arial" w:cs="Arial" w:hint="default"/>
        <w:b w:val="0"/>
        <w:i w:val="0"/>
        <w:color w:val="2A6A66" w:themeColor="accent1"/>
        <w:sz w:val="20"/>
      </w:rPr>
    </w:lvl>
    <w:lvl w:ilvl="3">
      <w:start w:val="1"/>
      <w:numFmt w:val="bullet"/>
      <w:lvlText w:val=""/>
      <w:lvlJc w:val="left"/>
      <w:pPr>
        <w:ind w:left="1871" w:hanging="453"/>
      </w:pPr>
      <w:rPr>
        <w:rFonts w:ascii="Symbol" w:hAnsi="Symbol" w:hint="default"/>
        <w:b w:val="0"/>
        <w:i w:val="0"/>
        <w:color w:val="2A6A66" w:themeColor="accent1"/>
        <w:sz w:val="20"/>
        <w:szCs w:val="20"/>
      </w:rPr>
    </w:lvl>
    <w:lvl w:ilvl="4">
      <w:start w:val="1"/>
      <w:numFmt w:val="bullet"/>
      <w:lvlText w:val=""/>
      <w:lvlJc w:val="left"/>
      <w:pPr>
        <w:ind w:left="2155" w:hanging="454"/>
      </w:pPr>
      <w:rPr>
        <w:rFonts w:ascii="Symbol" w:hAnsi="Symbol" w:hint="default"/>
        <w:b w:val="0"/>
        <w:i w:val="0"/>
        <w:color w:val="2A6A66" w:themeColor="accent1"/>
        <w:sz w:val="18"/>
      </w:rPr>
    </w:lvl>
    <w:lvl w:ilvl="5">
      <w:start w:val="1"/>
      <w:numFmt w:val="bullet"/>
      <w:lvlText w:val=""/>
      <w:lvlJc w:val="left"/>
      <w:pPr>
        <w:ind w:left="2495" w:hanging="454"/>
      </w:pPr>
      <w:rPr>
        <w:rFonts w:ascii="Wingdings" w:hAnsi="Wingdings" w:hint="default"/>
        <w:b w:val="0"/>
        <w:i w:val="0"/>
        <w:color w:val="2A6A66" w:themeColor="accent1"/>
        <w:sz w:val="20"/>
      </w:rPr>
    </w:lvl>
    <w:lvl w:ilvl="6">
      <w:start w:val="1"/>
      <w:numFmt w:val="bullet"/>
      <w:lvlText w:val=""/>
      <w:lvlJc w:val="left"/>
      <w:pPr>
        <w:ind w:left="2835" w:hanging="397"/>
      </w:pPr>
      <w:rPr>
        <w:rFonts w:ascii="Symbol" w:hAnsi="Symbol" w:hint="default"/>
        <w:b w:val="0"/>
        <w:i w:val="0"/>
        <w:color w:val="2A6A66" w:themeColor="accent1"/>
        <w:sz w:val="20"/>
      </w:rPr>
    </w:lvl>
    <w:lvl w:ilvl="7">
      <w:start w:val="1"/>
      <w:numFmt w:val="bullet"/>
      <w:lvlText w:val=""/>
      <w:lvlJc w:val="left"/>
      <w:pPr>
        <w:ind w:left="3175" w:hanging="340"/>
      </w:pPr>
      <w:rPr>
        <w:rFonts w:ascii="Symbol" w:hAnsi="Symbol" w:hint="default"/>
        <w:b w:val="0"/>
        <w:i w:val="0"/>
        <w:color w:val="2A6A66" w:themeColor="accent1"/>
        <w:sz w:val="20"/>
      </w:rPr>
    </w:lvl>
    <w:lvl w:ilvl="8">
      <w:start w:val="1"/>
      <w:numFmt w:val="bullet"/>
      <w:lvlText w:val=""/>
      <w:lvlJc w:val="left"/>
      <w:pPr>
        <w:ind w:left="3629" w:hanging="397"/>
      </w:pPr>
      <w:rPr>
        <w:rFonts w:ascii="Wingdings" w:hAnsi="Wingdings" w:hint="default"/>
        <w:b w:val="0"/>
        <w:i w:val="0"/>
        <w:color w:val="2A6A66" w:themeColor="accent1"/>
        <w:sz w:val="20"/>
      </w:rPr>
    </w:lvl>
  </w:abstractNum>
  <w:abstractNum w:abstractNumId="6" w15:restartNumberingAfterBreak="0">
    <w:nsid w:val="1D877F1A"/>
    <w:multiLevelType w:val="hybridMultilevel"/>
    <w:tmpl w:val="0974106C"/>
    <w:lvl w:ilvl="0" w:tplc="4FDE7C0C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2A6A66"/>
      </w:rPr>
    </w:lvl>
    <w:lvl w:ilvl="1" w:tplc="32B6E5E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49ADAD"/>
      </w:rPr>
    </w:lvl>
    <w:lvl w:ilvl="2" w:tplc="F142325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9ADAD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65B83"/>
    <w:multiLevelType w:val="multilevel"/>
    <w:tmpl w:val="C2FAA110"/>
    <w:styleLink w:val="Style1"/>
    <w:lvl w:ilvl="0">
      <w:start w:val="1"/>
      <w:numFmt w:val="upperRoman"/>
      <w:lvlText w:val="%1."/>
      <w:lvlJc w:val="right"/>
      <w:pPr>
        <w:ind w:left="113" w:firstLine="17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397" w:hanging="11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681" w:hanging="11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965" w:hanging="113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249" w:hanging="113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533" w:hanging="11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385" w:hanging="113"/>
      </w:pPr>
      <w:rPr>
        <w:rFonts w:cs="Times New Roman" w:hint="default"/>
      </w:rPr>
    </w:lvl>
  </w:abstractNum>
  <w:abstractNum w:abstractNumId="8" w15:restartNumberingAfterBreak="0">
    <w:nsid w:val="20272FCB"/>
    <w:multiLevelType w:val="hybridMultilevel"/>
    <w:tmpl w:val="B3624BA8"/>
    <w:lvl w:ilvl="0" w:tplc="C332F1EC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87AC2"/>
    <w:multiLevelType w:val="hybridMultilevel"/>
    <w:tmpl w:val="6B228D20"/>
    <w:lvl w:ilvl="0" w:tplc="8848B17C">
      <w:start w:val="1"/>
      <w:numFmt w:val="bullet"/>
      <w:pStyle w:val="Keyaspects"/>
      <w:lvlText w:val=""/>
      <w:lvlPicBulletId w:val="1"/>
      <w:lvlJc w:val="left"/>
      <w:pPr>
        <w:ind w:left="1854" w:hanging="360"/>
      </w:pPr>
      <w:rPr>
        <w:rFonts w:ascii="Symbol" w:hAnsi="Symbol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32213F4"/>
    <w:multiLevelType w:val="hybridMultilevel"/>
    <w:tmpl w:val="03FAC5F0"/>
    <w:lvl w:ilvl="0" w:tplc="04A4453C">
      <w:start w:val="1"/>
      <w:numFmt w:val="bullet"/>
      <w:pStyle w:val="Tip"/>
      <w:lvlText w:val=""/>
      <w:lvlPicBulletId w:val="4"/>
      <w:lvlJc w:val="left"/>
      <w:pPr>
        <w:ind w:left="785" w:hanging="360"/>
      </w:pPr>
      <w:rPr>
        <w:rFonts w:ascii="Symbol" w:hAnsi="Symbol" w:hint="default"/>
        <w:color w:val="auto"/>
        <w:sz w:val="40"/>
        <w:szCs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88D620E"/>
    <w:multiLevelType w:val="multilevel"/>
    <w:tmpl w:val="F236C336"/>
    <w:styleLink w:val="CartONGbullet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264A5C" w:themeColor="text2"/>
      </w:rPr>
    </w:lvl>
    <w:lvl w:ilvl="1">
      <w:start w:val="1"/>
      <w:numFmt w:val="bullet"/>
      <w:suff w:val="space"/>
      <w:lvlText w:val=""/>
      <w:lvlJc w:val="left"/>
      <w:pPr>
        <w:ind w:left="851" w:hanging="284"/>
      </w:pPr>
      <w:rPr>
        <w:rFonts w:ascii="Symbol" w:hAnsi="Symbol" w:hint="default"/>
        <w:color w:val="264A5C" w:themeColor="text2"/>
      </w:rPr>
    </w:lvl>
    <w:lvl w:ilvl="2">
      <w:start w:val="1"/>
      <w:numFmt w:val="bullet"/>
      <w:suff w:val="space"/>
      <w:lvlText w:val=""/>
      <w:lvlJc w:val="left"/>
      <w:pPr>
        <w:ind w:left="1418" w:hanging="284"/>
      </w:pPr>
      <w:rPr>
        <w:rFonts w:ascii="Symbol" w:hAnsi="Symbol" w:hint="default"/>
        <w:color w:val="264A5C" w:themeColor="text2"/>
      </w:rPr>
    </w:lvl>
    <w:lvl w:ilvl="3">
      <w:start w:val="1"/>
      <w:numFmt w:val="bullet"/>
      <w:suff w:val="space"/>
      <w:lvlText w:val=""/>
      <w:lvlJc w:val="left"/>
      <w:pPr>
        <w:ind w:left="1985" w:hanging="284"/>
      </w:pPr>
      <w:rPr>
        <w:rFonts w:ascii="Wingdings" w:hAnsi="Wingdings" w:hint="default"/>
        <w:color w:val="264A5C" w:themeColor="text2"/>
      </w:rPr>
    </w:lvl>
    <w:lvl w:ilvl="4">
      <w:start w:val="1"/>
      <w:numFmt w:val="bullet"/>
      <w:suff w:val="space"/>
      <w:lvlText w:val=""/>
      <w:lvlJc w:val="left"/>
      <w:pPr>
        <w:ind w:left="2552" w:hanging="284"/>
      </w:pPr>
      <w:rPr>
        <w:rFonts w:ascii="Symbol" w:hAnsi="Symbol" w:hint="default"/>
        <w:color w:val="A8C72E" w:themeColor="accent2"/>
      </w:rPr>
    </w:lvl>
    <w:lvl w:ilvl="5">
      <w:start w:val="1"/>
      <w:numFmt w:val="bullet"/>
      <w:suff w:val="space"/>
      <w:lvlText w:val="o"/>
      <w:lvlJc w:val="left"/>
      <w:pPr>
        <w:ind w:left="3119" w:hanging="284"/>
      </w:pPr>
      <w:rPr>
        <w:rFonts w:ascii="Courier New" w:hAnsi="Courier New" w:hint="default"/>
        <w:color w:val="264A5C" w:themeColor="text2"/>
      </w:rPr>
    </w:lvl>
    <w:lvl w:ilvl="6">
      <w:start w:val="1"/>
      <w:numFmt w:val="bullet"/>
      <w:suff w:val="space"/>
      <w:lvlText w:val=""/>
      <w:lvlJc w:val="left"/>
      <w:pPr>
        <w:ind w:left="3686" w:hanging="284"/>
      </w:pPr>
      <w:rPr>
        <w:rFonts w:ascii="Wingdings" w:hAnsi="Wingdings" w:hint="default"/>
        <w:color w:val="A8C72E" w:themeColor="accent2"/>
      </w:rPr>
    </w:lvl>
    <w:lvl w:ilvl="7">
      <w:start w:val="1"/>
      <w:numFmt w:val="bullet"/>
      <w:suff w:val="space"/>
      <w:lvlText w:val=""/>
      <w:lvlJc w:val="left"/>
      <w:pPr>
        <w:ind w:left="4253" w:hanging="284"/>
      </w:pPr>
      <w:rPr>
        <w:rFonts w:ascii="Symbol" w:hAnsi="Symbol" w:hint="default"/>
        <w:color w:val="A8C72E" w:themeColor="accent2"/>
      </w:rPr>
    </w:lvl>
    <w:lvl w:ilvl="8">
      <w:start w:val="1"/>
      <w:numFmt w:val="bullet"/>
      <w:suff w:val="space"/>
      <w:lvlText w:val="o"/>
      <w:lvlJc w:val="left"/>
      <w:pPr>
        <w:ind w:left="4820" w:hanging="284"/>
      </w:pPr>
      <w:rPr>
        <w:rFonts w:ascii="Courier New" w:hAnsi="Courier New" w:hint="default"/>
        <w:color w:val="A8C72E" w:themeColor="accent2"/>
      </w:rPr>
    </w:lvl>
  </w:abstractNum>
  <w:abstractNum w:abstractNumId="12" w15:restartNumberingAfterBreak="0">
    <w:nsid w:val="2ED56E1F"/>
    <w:multiLevelType w:val="hybridMultilevel"/>
    <w:tmpl w:val="A0E87E38"/>
    <w:lvl w:ilvl="0" w:tplc="7D3CF990">
      <w:start w:val="1"/>
      <w:numFmt w:val="bullet"/>
      <w:pStyle w:val="Careful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32"/>
        <w:szCs w:val="2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31246BE5"/>
    <w:multiLevelType w:val="hybridMultilevel"/>
    <w:tmpl w:val="EC94A51E"/>
    <w:lvl w:ilvl="0" w:tplc="70CA7198">
      <w:start w:val="1"/>
      <w:numFmt w:val="bullet"/>
      <w:pStyle w:val="Heading7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4" w15:restartNumberingAfterBreak="0">
    <w:nsid w:val="40302996"/>
    <w:multiLevelType w:val="hybridMultilevel"/>
    <w:tmpl w:val="838AE192"/>
    <w:lvl w:ilvl="0" w:tplc="2618EFCA">
      <w:start w:val="1"/>
      <w:numFmt w:val="bullet"/>
      <w:pStyle w:val="Definition"/>
      <w:lvlText w:val=""/>
      <w:lvlPicBulletId w:val="0"/>
      <w:lvlJc w:val="left"/>
      <w:pPr>
        <w:ind w:left="1097" w:hanging="360"/>
      </w:pPr>
      <w:rPr>
        <w:rFonts w:ascii="Symbol" w:hAnsi="Symbol" w:hint="default"/>
        <w:color w:val="auto"/>
        <w:sz w:val="52"/>
        <w:szCs w:val="5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E4A0E"/>
    <w:multiLevelType w:val="hybridMultilevel"/>
    <w:tmpl w:val="A064B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326BA"/>
    <w:multiLevelType w:val="multilevel"/>
    <w:tmpl w:val="0C80DAEA"/>
    <w:name w:val="Liste appendix"/>
    <w:lvl w:ilvl="0">
      <w:start w:val="1"/>
      <w:numFmt w:val="decimal"/>
      <w:pStyle w:val="Appendixlevel1"/>
      <w:lvlText w:val="%1."/>
      <w:lvlJc w:val="left"/>
      <w:pPr>
        <w:ind w:left="397" w:hanging="397"/>
      </w:pPr>
      <w:rPr>
        <w:rFonts w:ascii="Arial" w:hAnsi="Arial" w:cs="Calibri" w:hint="default"/>
        <w:b/>
        <w:i w:val="0"/>
        <w:color w:val="2A6A66" w:themeColor="accent1"/>
        <w:sz w:val="28"/>
      </w:rPr>
    </w:lvl>
    <w:lvl w:ilvl="1">
      <w:start w:val="1"/>
      <w:numFmt w:val="decimal"/>
      <w:pStyle w:val="Appendixlevel2"/>
      <w:lvlText w:val="%1.%2."/>
      <w:lvlJc w:val="left"/>
      <w:pPr>
        <w:ind w:left="792" w:hanging="432"/>
      </w:pPr>
      <w:rPr>
        <w:rFonts w:ascii="Arial" w:hAnsi="Arial" w:cs="Calibri" w:hint="default"/>
        <w:b/>
        <w:i w:val="0"/>
        <w:color w:val="2A6A66" w:themeColor="accent1"/>
        <w:sz w:val="26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ascii="Arial" w:hAnsi="Arial" w:cs="Calibri" w:hint="default"/>
        <w:b/>
        <w:i w:val="0"/>
        <w:strike w:val="0"/>
        <w:dstrike w:val="0"/>
        <w:vanish w:val="0"/>
        <w:color w:val="2A6A66" w:themeColor="accent1"/>
        <w:sz w:val="24"/>
        <w:vertAlign w:val="baseline"/>
      </w:rPr>
    </w:lvl>
    <w:lvl w:ilvl="3">
      <w:start w:val="1"/>
      <w:numFmt w:val="none"/>
      <w:lvlText w:val="%4"/>
      <w:lvlJc w:val="left"/>
      <w:pPr>
        <w:ind w:left="1728" w:hanging="651"/>
      </w:pPr>
      <w:rPr>
        <w:rFonts w:ascii="Brandon Grotesque Regular" w:hAnsi="Brandon Grotesque Regular" w:cs="Brandon Grotesque Regular" w:hint="default"/>
        <w:color w:val="D1E5E3" w:themeColor="accent5"/>
        <w:sz w:val="24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  <w:b w:val="0"/>
        <w:i w:val="0"/>
        <w:sz w:val="22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5A0641"/>
    <w:multiLevelType w:val="multilevel"/>
    <w:tmpl w:val="901E47C2"/>
    <w:numStyleLink w:val="CartONG"/>
  </w:abstractNum>
  <w:abstractNum w:abstractNumId="18" w15:restartNumberingAfterBreak="0">
    <w:nsid w:val="62C31992"/>
    <w:multiLevelType w:val="multilevel"/>
    <w:tmpl w:val="901E47C2"/>
    <w:styleLink w:val="CartONG"/>
    <w:lvl w:ilvl="0">
      <w:start w:val="1"/>
      <w:numFmt w:val="upperRoman"/>
      <w:suff w:val="space"/>
      <w:lvlText w:val="%1. 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851" w:hanging="567"/>
      </w:pPr>
      <w:rPr>
        <w:rFonts w:cs="Times New Roman" w:hint="default"/>
      </w:rPr>
    </w:lvl>
    <w:lvl w:ilvl="2">
      <w:start w:val="1"/>
      <w:numFmt w:val="upperLetter"/>
      <w:suff w:val="space"/>
      <w:lvlText w:val="%1.%2.%3. "/>
      <w:lvlJc w:val="left"/>
      <w:pPr>
        <w:ind w:left="1135" w:hanging="567"/>
      </w:pPr>
      <w:rPr>
        <w:rFonts w:hint="default"/>
      </w:rPr>
    </w:lvl>
    <w:lvl w:ilvl="3">
      <w:start w:val="1"/>
      <w:numFmt w:val="lowerLetter"/>
      <w:suff w:val="space"/>
      <w:lvlText w:val="%4. "/>
      <w:lvlJc w:val="left"/>
      <w:pPr>
        <w:ind w:left="1419" w:hanging="567"/>
      </w:pPr>
      <w:rPr>
        <w:rFonts w:cs="Times New Roman" w:hint="default"/>
      </w:rPr>
    </w:lvl>
    <w:lvl w:ilvl="4">
      <w:start w:val="1"/>
      <w:numFmt w:val="bullet"/>
      <w:suff w:val="space"/>
      <w:lvlText w:val=""/>
      <w:lvlJc w:val="left"/>
      <w:pPr>
        <w:ind w:left="1703" w:hanging="567"/>
      </w:pPr>
      <w:rPr>
        <w:rFonts w:ascii="Wingdings" w:hAnsi="Wingdings" w:hint="default"/>
        <w:color w:val="264A5C" w:themeColor="text2"/>
      </w:rPr>
    </w:lvl>
    <w:lvl w:ilvl="5">
      <w:start w:val="1"/>
      <w:numFmt w:val="bullet"/>
      <w:suff w:val="space"/>
      <w:lvlText w:val=""/>
      <w:lvlJc w:val="left"/>
      <w:pPr>
        <w:ind w:left="1987" w:hanging="567"/>
      </w:pPr>
      <w:rPr>
        <w:rFonts w:ascii="Wingdings" w:hAnsi="Wingdings" w:hint="default"/>
        <w:color w:val="264A5C" w:themeColor="text2"/>
      </w:rPr>
    </w:lvl>
    <w:lvl w:ilvl="6">
      <w:start w:val="1"/>
      <w:numFmt w:val="bullet"/>
      <w:suff w:val="space"/>
      <w:lvlText w:val=""/>
      <w:lvlJc w:val="left"/>
      <w:pPr>
        <w:ind w:left="2271" w:hanging="567"/>
      </w:pPr>
      <w:rPr>
        <w:rFonts w:ascii="Symbol" w:hAnsi="Symbol" w:hint="default"/>
        <w:color w:val="264A5C" w:themeColor="text2"/>
      </w:rPr>
    </w:lvl>
    <w:lvl w:ilvl="7">
      <w:start w:val="1"/>
      <w:numFmt w:val="bullet"/>
      <w:pStyle w:val="Heading8"/>
      <w:suff w:val="space"/>
      <w:lvlText w:val=""/>
      <w:lvlJc w:val="left"/>
      <w:pPr>
        <w:ind w:left="2555" w:hanging="567"/>
      </w:pPr>
      <w:rPr>
        <w:rFonts w:ascii="Symbol" w:hAnsi="Symbol" w:hint="default"/>
        <w:color w:val="264A5C" w:themeColor="text2"/>
        <w:szCs w:val="28"/>
      </w:rPr>
    </w:lvl>
    <w:lvl w:ilvl="8">
      <w:start w:val="1"/>
      <w:numFmt w:val="bullet"/>
      <w:pStyle w:val="Heading9"/>
      <w:suff w:val="space"/>
      <w:lvlText w:val="-"/>
      <w:lvlJc w:val="left"/>
      <w:pPr>
        <w:ind w:left="2839" w:hanging="567"/>
      </w:pPr>
      <w:rPr>
        <w:rFonts w:ascii="Verdana" w:hAnsi="Verdana" w:hint="default"/>
        <w:color w:val="264A5C" w:themeColor="text2"/>
      </w:rPr>
    </w:lvl>
  </w:abstractNum>
  <w:abstractNum w:abstractNumId="19" w15:restartNumberingAfterBreak="0">
    <w:nsid w:val="63C662CA"/>
    <w:multiLevelType w:val="multilevel"/>
    <w:tmpl w:val="D068A70C"/>
    <w:name w:val="Numération titres"/>
    <w:lvl w:ilvl="0">
      <w:start w:val="1"/>
      <w:numFmt w:val="decimal"/>
      <w:pStyle w:val="Heading1"/>
      <w:lvlText w:val="%1."/>
      <w:lvlJc w:val="left"/>
      <w:pPr>
        <w:ind w:left="397" w:hanging="397"/>
      </w:pPr>
    </w:lvl>
    <w:lvl w:ilvl="1">
      <w:start w:val="1"/>
      <w:numFmt w:val="decimal"/>
      <w:pStyle w:val="Heading2"/>
      <w:lvlText w:val="%1.%2."/>
      <w:lvlJc w:val="left"/>
      <w:pPr>
        <w:ind w:left="737" w:hanging="737"/>
      </w:pPr>
      <w:rPr>
        <w:rFonts w:ascii="Arial" w:hAnsi="Arial" w:cs="Brandon Grotesque Medium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64A5C" w:themeColor="text2"/>
        <w:spacing w:val="0"/>
        <w:kern w:val="0"/>
        <w:position w:val="0"/>
        <w:sz w:val="30"/>
        <w:szCs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="Arial" w:hAnsi="Arial" w:cs="Brandon Grotesque Medium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64A5C" w:themeColor="text2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Heading4"/>
      <w:lvlText w:val="%4."/>
      <w:lvlJc w:val="left"/>
      <w:pPr>
        <w:ind w:left="397" w:hanging="397"/>
      </w:pPr>
      <w:rPr>
        <w:rFonts w:ascii="Arial" w:hAnsi="Arial" w:cs="Josefin Sans" w:hint="default"/>
        <w:b w:val="0"/>
        <w:i w:val="0"/>
        <w:color w:val="264A5C" w:themeColor="text2"/>
        <w:sz w:val="24"/>
        <w:szCs w:val="24"/>
      </w:rPr>
    </w:lvl>
    <w:lvl w:ilvl="4">
      <w:start w:val="1"/>
      <w:numFmt w:val="lowerLetter"/>
      <w:pStyle w:val="Heading5"/>
      <w:lvlText w:val="%5."/>
      <w:lvlJc w:val="left"/>
      <w:pPr>
        <w:ind w:left="397" w:hanging="397"/>
      </w:pPr>
      <w:rPr>
        <w:rFonts w:ascii="Arial" w:hAnsi="Arial" w:cs="Josefin Sans" w:hint="default"/>
        <w:b w:val="0"/>
        <w:i/>
        <w:color w:val="264A5C" w:themeColor="text2"/>
        <w:sz w:val="22"/>
        <w:szCs w:val="22"/>
      </w:rPr>
    </w:lvl>
    <w:lvl w:ilvl="5">
      <w:start w:val="1"/>
      <w:numFmt w:val="none"/>
      <w:lvlText w:val=""/>
      <w:lvlJc w:val="left"/>
      <w:pPr>
        <w:ind w:left="3445" w:hanging="936"/>
      </w:pPr>
      <w:rPr>
        <w:rFonts w:hint="default"/>
        <w:b w:val="0"/>
        <w:i w:val="0"/>
        <w:color w:val="4646A1" w:themeColor="accent3" w:themeShade="BF"/>
        <w:sz w:val="22"/>
      </w:rPr>
    </w:lvl>
    <w:lvl w:ilvl="6">
      <w:start w:val="1"/>
      <w:numFmt w:val="none"/>
      <w:lvlText w:val=""/>
      <w:lvlJc w:val="left"/>
      <w:pPr>
        <w:ind w:left="3949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4453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5029" w:hanging="1440"/>
      </w:pPr>
      <w:rPr>
        <w:rFonts w:hint="default"/>
      </w:rPr>
    </w:lvl>
  </w:abstractNum>
  <w:num w:numId="1" w16cid:durableId="992756874">
    <w:abstractNumId w:val="7"/>
  </w:num>
  <w:num w:numId="2" w16cid:durableId="678000611">
    <w:abstractNumId w:val="1"/>
  </w:num>
  <w:num w:numId="3" w16cid:durableId="743379031">
    <w:abstractNumId w:val="18"/>
  </w:num>
  <w:num w:numId="4" w16cid:durableId="1144127629">
    <w:abstractNumId w:val="17"/>
  </w:num>
  <w:num w:numId="5" w16cid:durableId="405149969">
    <w:abstractNumId w:val="9"/>
  </w:num>
  <w:num w:numId="6" w16cid:durableId="78450571">
    <w:abstractNumId w:val="14"/>
  </w:num>
  <w:num w:numId="7" w16cid:durableId="1395618139">
    <w:abstractNumId w:val="11"/>
  </w:num>
  <w:num w:numId="8" w16cid:durableId="758987046">
    <w:abstractNumId w:val="13"/>
  </w:num>
  <w:num w:numId="9" w16cid:durableId="1435398835">
    <w:abstractNumId w:val="10"/>
  </w:num>
  <w:num w:numId="10" w16cid:durableId="1252200536">
    <w:abstractNumId w:val="2"/>
  </w:num>
  <w:num w:numId="11" w16cid:durableId="386220517">
    <w:abstractNumId w:val="16"/>
  </w:num>
  <w:num w:numId="12" w16cid:durableId="409347025">
    <w:abstractNumId w:val="19"/>
  </w:num>
  <w:num w:numId="13" w16cid:durableId="1711766063">
    <w:abstractNumId w:val="4"/>
  </w:num>
  <w:num w:numId="14" w16cid:durableId="282468171">
    <w:abstractNumId w:val="5"/>
  </w:num>
  <w:num w:numId="15" w16cid:durableId="956185220">
    <w:abstractNumId w:val="12"/>
  </w:num>
  <w:num w:numId="16" w16cid:durableId="1757828252">
    <w:abstractNumId w:val="6"/>
  </w:num>
  <w:num w:numId="17" w16cid:durableId="549459760">
    <w:abstractNumId w:val="15"/>
  </w:num>
  <w:num w:numId="18" w16cid:durableId="12042922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1626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0670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9012376">
    <w:abstractNumId w:val="3"/>
  </w:num>
  <w:num w:numId="22" w16cid:durableId="138132008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4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60"/>
    <w:rsid w:val="000011A5"/>
    <w:rsid w:val="00003AA2"/>
    <w:rsid w:val="00017A78"/>
    <w:rsid w:val="00020EA7"/>
    <w:rsid w:val="000237BC"/>
    <w:rsid w:val="00023B77"/>
    <w:rsid w:val="00030355"/>
    <w:rsid w:val="00032D0A"/>
    <w:rsid w:val="00033ED8"/>
    <w:rsid w:val="00042382"/>
    <w:rsid w:val="00043569"/>
    <w:rsid w:val="00044C81"/>
    <w:rsid w:val="00051937"/>
    <w:rsid w:val="00066B34"/>
    <w:rsid w:val="00067AE9"/>
    <w:rsid w:val="000709EA"/>
    <w:rsid w:val="000808AA"/>
    <w:rsid w:val="00084DDE"/>
    <w:rsid w:val="000865F0"/>
    <w:rsid w:val="0009044F"/>
    <w:rsid w:val="0009583F"/>
    <w:rsid w:val="000B2B54"/>
    <w:rsid w:val="000B4A77"/>
    <w:rsid w:val="000B5579"/>
    <w:rsid w:val="000B7D5C"/>
    <w:rsid w:val="000C002C"/>
    <w:rsid w:val="000C00B2"/>
    <w:rsid w:val="000D03BD"/>
    <w:rsid w:val="000D4192"/>
    <w:rsid w:val="000D609B"/>
    <w:rsid w:val="000E080D"/>
    <w:rsid w:val="000E1BBE"/>
    <w:rsid w:val="000E3A09"/>
    <w:rsid w:val="000E6C6A"/>
    <w:rsid w:val="000E7276"/>
    <w:rsid w:val="000F0DE2"/>
    <w:rsid w:val="000F59CD"/>
    <w:rsid w:val="001039DD"/>
    <w:rsid w:val="001039EE"/>
    <w:rsid w:val="001061D3"/>
    <w:rsid w:val="00107A67"/>
    <w:rsid w:val="00112C36"/>
    <w:rsid w:val="00113925"/>
    <w:rsid w:val="001234AB"/>
    <w:rsid w:val="001264AC"/>
    <w:rsid w:val="001264E1"/>
    <w:rsid w:val="00126A86"/>
    <w:rsid w:val="001274B8"/>
    <w:rsid w:val="00131E81"/>
    <w:rsid w:val="001348F0"/>
    <w:rsid w:val="00135C61"/>
    <w:rsid w:val="00140E18"/>
    <w:rsid w:val="00145999"/>
    <w:rsid w:val="00154C99"/>
    <w:rsid w:val="00155A9A"/>
    <w:rsid w:val="00155DB4"/>
    <w:rsid w:val="001563F9"/>
    <w:rsid w:val="0015684A"/>
    <w:rsid w:val="0015776A"/>
    <w:rsid w:val="001610A3"/>
    <w:rsid w:val="00164017"/>
    <w:rsid w:val="00173049"/>
    <w:rsid w:val="0017430E"/>
    <w:rsid w:val="00175786"/>
    <w:rsid w:val="0017669A"/>
    <w:rsid w:val="00177A5F"/>
    <w:rsid w:val="00181C64"/>
    <w:rsid w:val="00191621"/>
    <w:rsid w:val="00193880"/>
    <w:rsid w:val="001950FF"/>
    <w:rsid w:val="00196B5A"/>
    <w:rsid w:val="001A7A54"/>
    <w:rsid w:val="001C04DC"/>
    <w:rsid w:val="001C2A2C"/>
    <w:rsid w:val="001C4CD3"/>
    <w:rsid w:val="001D13D3"/>
    <w:rsid w:val="001D1B7E"/>
    <w:rsid w:val="001D37D6"/>
    <w:rsid w:val="001D4628"/>
    <w:rsid w:val="001D7D42"/>
    <w:rsid w:val="001E3A90"/>
    <w:rsid w:val="001E3B3B"/>
    <w:rsid w:val="001E61E8"/>
    <w:rsid w:val="001E64F9"/>
    <w:rsid w:val="001F3260"/>
    <w:rsid w:val="001F5641"/>
    <w:rsid w:val="001F67ED"/>
    <w:rsid w:val="001F7739"/>
    <w:rsid w:val="002009AC"/>
    <w:rsid w:val="00205CA9"/>
    <w:rsid w:val="002104D0"/>
    <w:rsid w:val="0021498A"/>
    <w:rsid w:val="00221E86"/>
    <w:rsid w:val="002231E7"/>
    <w:rsid w:val="002233E9"/>
    <w:rsid w:val="00226FFA"/>
    <w:rsid w:val="002307FD"/>
    <w:rsid w:val="00230A8E"/>
    <w:rsid w:val="002339AB"/>
    <w:rsid w:val="00235AE6"/>
    <w:rsid w:val="0023793B"/>
    <w:rsid w:val="00240A5D"/>
    <w:rsid w:val="00240BB8"/>
    <w:rsid w:val="00240C51"/>
    <w:rsid w:val="00243697"/>
    <w:rsid w:val="00244D4D"/>
    <w:rsid w:val="0025301B"/>
    <w:rsid w:val="00253806"/>
    <w:rsid w:val="00261824"/>
    <w:rsid w:val="00264B60"/>
    <w:rsid w:val="00265F50"/>
    <w:rsid w:val="00283F82"/>
    <w:rsid w:val="002924A2"/>
    <w:rsid w:val="00294F9C"/>
    <w:rsid w:val="00296223"/>
    <w:rsid w:val="002965F7"/>
    <w:rsid w:val="002A3D60"/>
    <w:rsid w:val="002A4A24"/>
    <w:rsid w:val="002A5212"/>
    <w:rsid w:val="002B0297"/>
    <w:rsid w:val="002B0CA6"/>
    <w:rsid w:val="002B17A8"/>
    <w:rsid w:val="002C02F8"/>
    <w:rsid w:val="002C0940"/>
    <w:rsid w:val="002C0C42"/>
    <w:rsid w:val="002C22DC"/>
    <w:rsid w:val="002C3558"/>
    <w:rsid w:val="002C5B0F"/>
    <w:rsid w:val="002C661B"/>
    <w:rsid w:val="002D1001"/>
    <w:rsid w:val="002D4397"/>
    <w:rsid w:val="002D5337"/>
    <w:rsid w:val="002D55C1"/>
    <w:rsid w:val="002D5F54"/>
    <w:rsid w:val="002D73C6"/>
    <w:rsid w:val="002E3481"/>
    <w:rsid w:val="002E5B64"/>
    <w:rsid w:val="002F0B98"/>
    <w:rsid w:val="002F13EC"/>
    <w:rsid w:val="002F213E"/>
    <w:rsid w:val="002F429B"/>
    <w:rsid w:val="002F5B58"/>
    <w:rsid w:val="002F6B49"/>
    <w:rsid w:val="00300577"/>
    <w:rsid w:val="0030159C"/>
    <w:rsid w:val="00314D4F"/>
    <w:rsid w:val="003202FA"/>
    <w:rsid w:val="00321288"/>
    <w:rsid w:val="00326054"/>
    <w:rsid w:val="0033111A"/>
    <w:rsid w:val="00346354"/>
    <w:rsid w:val="003520FB"/>
    <w:rsid w:val="00353E37"/>
    <w:rsid w:val="00371A22"/>
    <w:rsid w:val="00377F02"/>
    <w:rsid w:val="00380C6B"/>
    <w:rsid w:val="00380F8C"/>
    <w:rsid w:val="003860CE"/>
    <w:rsid w:val="0038759E"/>
    <w:rsid w:val="00390C97"/>
    <w:rsid w:val="00391CA1"/>
    <w:rsid w:val="00393344"/>
    <w:rsid w:val="003948F7"/>
    <w:rsid w:val="0039548D"/>
    <w:rsid w:val="0039644A"/>
    <w:rsid w:val="003A0D10"/>
    <w:rsid w:val="003A16C5"/>
    <w:rsid w:val="003A2324"/>
    <w:rsid w:val="003A583C"/>
    <w:rsid w:val="003A5B31"/>
    <w:rsid w:val="003B02BE"/>
    <w:rsid w:val="003B09C2"/>
    <w:rsid w:val="003B3055"/>
    <w:rsid w:val="003B7968"/>
    <w:rsid w:val="003C179C"/>
    <w:rsid w:val="003C1AE1"/>
    <w:rsid w:val="003C1BBB"/>
    <w:rsid w:val="003C6E31"/>
    <w:rsid w:val="003E4C34"/>
    <w:rsid w:val="003E5C64"/>
    <w:rsid w:val="003F2E5A"/>
    <w:rsid w:val="003F5F50"/>
    <w:rsid w:val="003F6A5B"/>
    <w:rsid w:val="00402513"/>
    <w:rsid w:val="00407119"/>
    <w:rsid w:val="00407251"/>
    <w:rsid w:val="004103F3"/>
    <w:rsid w:val="00412F8A"/>
    <w:rsid w:val="00414A44"/>
    <w:rsid w:val="00414CC2"/>
    <w:rsid w:val="00415923"/>
    <w:rsid w:val="0042327B"/>
    <w:rsid w:val="00426F5C"/>
    <w:rsid w:val="00427068"/>
    <w:rsid w:val="0043259B"/>
    <w:rsid w:val="00436617"/>
    <w:rsid w:val="00436939"/>
    <w:rsid w:val="00437299"/>
    <w:rsid w:val="0044214F"/>
    <w:rsid w:val="00445546"/>
    <w:rsid w:val="00445729"/>
    <w:rsid w:val="0044638E"/>
    <w:rsid w:val="0045066E"/>
    <w:rsid w:val="00453301"/>
    <w:rsid w:val="00453986"/>
    <w:rsid w:val="00453E40"/>
    <w:rsid w:val="00456174"/>
    <w:rsid w:val="00460898"/>
    <w:rsid w:val="00460FD4"/>
    <w:rsid w:val="00465C6F"/>
    <w:rsid w:val="004679E6"/>
    <w:rsid w:val="00472C17"/>
    <w:rsid w:val="00472C48"/>
    <w:rsid w:val="00473496"/>
    <w:rsid w:val="004741AD"/>
    <w:rsid w:val="00474C09"/>
    <w:rsid w:val="004769D9"/>
    <w:rsid w:val="004772D8"/>
    <w:rsid w:val="00480385"/>
    <w:rsid w:val="004816F4"/>
    <w:rsid w:val="0048369E"/>
    <w:rsid w:val="00484AA5"/>
    <w:rsid w:val="004874C5"/>
    <w:rsid w:val="004940F1"/>
    <w:rsid w:val="0049657B"/>
    <w:rsid w:val="004A1D75"/>
    <w:rsid w:val="004A4224"/>
    <w:rsid w:val="004B093A"/>
    <w:rsid w:val="004B0AEA"/>
    <w:rsid w:val="004C0BDE"/>
    <w:rsid w:val="004C7D72"/>
    <w:rsid w:val="004D29C7"/>
    <w:rsid w:val="004D562D"/>
    <w:rsid w:val="004E3B0C"/>
    <w:rsid w:val="004F6CA2"/>
    <w:rsid w:val="004F7B5F"/>
    <w:rsid w:val="00500464"/>
    <w:rsid w:val="00502C76"/>
    <w:rsid w:val="00503078"/>
    <w:rsid w:val="0051051E"/>
    <w:rsid w:val="00511FE6"/>
    <w:rsid w:val="005205AB"/>
    <w:rsid w:val="00525376"/>
    <w:rsid w:val="00527A03"/>
    <w:rsid w:val="00530C7F"/>
    <w:rsid w:val="005407DE"/>
    <w:rsid w:val="00540E54"/>
    <w:rsid w:val="00541A8A"/>
    <w:rsid w:val="005440F9"/>
    <w:rsid w:val="00550EAB"/>
    <w:rsid w:val="00551206"/>
    <w:rsid w:val="005522D8"/>
    <w:rsid w:val="005576B2"/>
    <w:rsid w:val="005606F7"/>
    <w:rsid w:val="0056128A"/>
    <w:rsid w:val="00563BE4"/>
    <w:rsid w:val="005745AF"/>
    <w:rsid w:val="00577F37"/>
    <w:rsid w:val="005814B5"/>
    <w:rsid w:val="0058243E"/>
    <w:rsid w:val="005847DC"/>
    <w:rsid w:val="00585A7E"/>
    <w:rsid w:val="00586487"/>
    <w:rsid w:val="00590551"/>
    <w:rsid w:val="0059606C"/>
    <w:rsid w:val="00597F22"/>
    <w:rsid w:val="005A277A"/>
    <w:rsid w:val="005A286A"/>
    <w:rsid w:val="005A5733"/>
    <w:rsid w:val="005A604B"/>
    <w:rsid w:val="005A6062"/>
    <w:rsid w:val="005B4740"/>
    <w:rsid w:val="005B49D8"/>
    <w:rsid w:val="005C212A"/>
    <w:rsid w:val="005C5234"/>
    <w:rsid w:val="005D0835"/>
    <w:rsid w:val="005E1F38"/>
    <w:rsid w:val="005E493F"/>
    <w:rsid w:val="005E69D9"/>
    <w:rsid w:val="005F3640"/>
    <w:rsid w:val="005F6752"/>
    <w:rsid w:val="005F7796"/>
    <w:rsid w:val="00602A27"/>
    <w:rsid w:val="00611318"/>
    <w:rsid w:val="006123AD"/>
    <w:rsid w:val="00612BFE"/>
    <w:rsid w:val="006146D0"/>
    <w:rsid w:val="00615632"/>
    <w:rsid w:val="0061573E"/>
    <w:rsid w:val="00620644"/>
    <w:rsid w:val="00624ADA"/>
    <w:rsid w:val="00627769"/>
    <w:rsid w:val="00631328"/>
    <w:rsid w:val="006330BA"/>
    <w:rsid w:val="00637010"/>
    <w:rsid w:val="006430FA"/>
    <w:rsid w:val="00646662"/>
    <w:rsid w:val="0065181A"/>
    <w:rsid w:val="00651975"/>
    <w:rsid w:val="00652013"/>
    <w:rsid w:val="00652E50"/>
    <w:rsid w:val="0066105B"/>
    <w:rsid w:val="00661447"/>
    <w:rsid w:val="00666301"/>
    <w:rsid w:val="00667ED7"/>
    <w:rsid w:val="00674229"/>
    <w:rsid w:val="006744C4"/>
    <w:rsid w:val="0067612A"/>
    <w:rsid w:val="00676768"/>
    <w:rsid w:val="00677230"/>
    <w:rsid w:val="00677330"/>
    <w:rsid w:val="00681AFD"/>
    <w:rsid w:val="00681E4A"/>
    <w:rsid w:val="006840F7"/>
    <w:rsid w:val="00685F64"/>
    <w:rsid w:val="0068766E"/>
    <w:rsid w:val="00696ED5"/>
    <w:rsid w:val="006A19E0"/>
    <w:rsid w:val="006A3E96"/>
    <w:rsid w:val="006B0956"/>
    <w:rsid w:val="006B3941"/>
    <w:rsid w:val="006B5EC0"/>
    <w:rsid w:val="006C2529"/>
    <w:rsid w:val="006C5A73"/>
    <w:rsid w:val="006D646F"/>
    <w:rsid w:val="006D69DA"/>
    <w:rsid w:val="006D73DC"/>
    <w:rsid w:val="006E59E6"/>
    <w:rsid w:val="006F281C"/>
    <w:rsid w:val="006F3126"/>
    <w:rsid w:val="006F34B1"/>
    <w:rsid w:val="006F6C31"/>
    <w:rsid w:val="007019C2"/>
    <w:rsid w:val="007074A8"/>
    <w:rsid w:val="007076D5"/>
    <w:rsid w:val="0071221F"/>
    <w:rsid w:val="0071357E"/>
    <w:rsid w:val="00715044"/>
    <w:rsid w:val="00717648"/>
    <w:rsid w:val="00721199"/>
    <w:rsid w:val="00722A23"/>
    <w:rsid w:val="00724114"/>
    <w:rsid w:val="00726C35"/>
    <w:rsid w:val="00727DB8"/>
    <w:rsid w:val="00730E5D"/>
    <w:rsid w:val="00735959"/>
    <w:rsid w:val="007431E3"/>
    <w:rsid w:val="007434DE"/>
    <w:rsid w:val="00744486"/>
    <w:rsid w:val="007478E2"/>
    <w:rsid w:val="0075267A"/>
    <w:rsid w:val="00753730"/>
    <w:rsid w:val="007546E3"/>
    <w:rsid w:val="0075591C"/>
    <w:rsid w:val="00755A6F"/>
    <w:rsid w:val="0075629F"/>
    <w:rsid w:val="00757226"/>
    <w:rsid w:val="00761249"/>
    <w:rsid w:val="00761A0A"/>
    <w:rsid w:val="00766CFF"/>
    <w:rsid w:val="007752DE"/>
    <w:rsid w:val="00777117"/>
    <w:rsid w:val="00780837"/>
    <w:rsid w:val="00780D9F"/>
    <w:rsid w:val="00782282"/>
    <w:rsid w:val="00796D7B"/>
    <w:rsid w:val="007A188A"/>
    <w:rsid w:val="007A1DC1"/>
    <w:rsid w:val="007A237E"/>
    <w:rsid w:val="007A38F3"/>
    <w:rsid w:val="007B032B"/>
    <w:rsid w:val="007B3D04"/>
    <w:rsid w:val="007B47B6"/>
    <w:rsid w:val="007B7060"/>
    <w:rsid w:val="007B78CB"/>
    <w:rsid w:val="007B7AF4"/>
    <w:rsid w:val="007C19F9"/>
    <w:rsid w:val="007C2373"/>
    <w:rsid w:val="007C25E7"/>
    <w:rsid w:val="007C5530"/>
    <w:rsid w:val="007D3172"/>
    <w:rsid w:val="007D5A81"/>
    <w:rsid w:val="007D7FEE"/>
    <w:rsid w:val="007F57CB"/>
    <w:rsid w:val="007F665A"/>
    <w:rsid w:val="00804F1E"/>
    <w:rsid w:val="00815890"/>
    <w:rsid w:val="0082759D"/>
    <w:rsid w:val="0083072A"/>
    <w:rsid w:val="00833EDD"/>
    <w:rsid w:val="0083637E"/>
    <w:rsid w:val="00841376"/>
    <w:rsid w:val="00843338"/>
    <w:rsid w:val="00844CD3"/>
    <w:rsid w:val="0085418E"/>
    <w:rsid w:val="00854E6B"/>
    <w:rsid w:val="00855CF7"/>
    <w:rsid w:val="00856BB8"/>
    <w:rsid w:val="00857731"/>
    <w:rsid w:val="00862674"/>
    <w:rsid w:val="00862BDC"/>
    <w:rsid w:val="00871CC5"/>
    <w:rsid w:val="00874FF7"/>
    <w:rsid w:val="00877218"/>
    <w:rsid w:val="00877EAD"/>
    <w:rsid w:val="00883816"/>
    <w:rsid w:val="00884948"/>
    <w:rsid w:val="00885F11"/>
    <w:rsid w:val="00886A79"/>
    <w:rsid w:val="008934BD"/>
    <w:rsid w:val="00894B0F"/>
    <w:rsid w:val="0089792C"/>
    <w:rsid w:val="00897D56"/>
    <w:rsid w:val="008A00F5"/>
    <w:rsid w:val="008A58B2"/>
    <w:rsid w:val="008A6387"/>
    <w:rsid w:val="008B1E61"/>
    <w:rsid w:val="008B6318"/>
    <w:rsid w:val="008C225E"/>
    <w:rsid w:val="008C34A1"/>
    <w:rsid w:val="008C6E46"/>
    <w:rsid w:val="008D1538"/>
    <w:rsid w:val="008D1CAE"/>
    <w:rsid w:val="008D7C2D"/>
    <w:rsid w:val="008E04BE"/>
    <w:rsid w:val="008E3235"/>
    <w:rsid w:val="008E60FD"/>
    <w:rsid w:val="008E6B6E"/>
    <w:rsid w:val="008F377E"/>
    <w:rsid w:val="009006CF"/>
    <w:rsid w:val="0090108D"/>
    <w:rsid w:val="009037CD"/>
    <w:rsid w:val="009107E8"/>
    <w:rsid w:val="0091101A"/>
    <w:rsid w:val="00913F1A"/>
    <w:rsid w:val="00914538"/>
    <w:rsid w:val="00916C2E"/>
    <w:rsid w:val="009241F9"/>
    <w:rsid w:val="009309F3"/>
    <w:rsid w:val="009358A9"/>
    <w:rsid w:val="00936DB9"/>
    <w:rsid w:val="00940D34"/>
    <w:rsid w:val="00944328"/>
    <w:rsid w:val="009470C3"/>
    <w:rsid w:val="0095725C"/>
    <w:rsid w:val="00962D04"/>
    <w:rsid w:val="00964C3E"/>
    <w:rsid w:val="009744E0"/>
    <w:rsid w:val="00975B19"/>
    <w:rsid w:val="009842E5"/>
    <w:rsid w:val="00986F69"/>
    <w:rsid w:val="0099063C"/>
    <w:rsid w:val="00990CFD"/>
    <w:rsid w:val="009920B4"/>
    <w:rsid w:val="00996B40"/>
    <w:rsid w:val="009A1193"/>
    <w:rsid w:val="009A145E"/>
    <w:rsid w:val="009A3D04"/>
    <w:rsid w:val="009A62FC"/>
    <w:rsid w:val="009B26F0"/>
    <w:rsid w:val="009B4A78"/>
    <w:rsid w:val="009C214B"/>
    <w:rsid w:val="009C3754"/>
    <w:rsid w:val="009C4B46"/>
    <w:rsid w:val="009C511C"/>
    <w:rsid w:val="009D060A"/>
    <w:rsid w:val="009D673C"/>
    <w:rsid w:val="009D6CEB"/>
    <w:rsid w:val="009E45E9"/>
    <w:rsid w:val="009F2C9B"/>
    <w:rsid w:val="009F316C"/>
    <w:rsid w:val="009F3E62"/>
    <w:rsid w:val="00A037AC"/>
    <w:rsid w:val="00A05259"/>
    <w:rsid w:val="00A110DE"/>
    <w:rsid w:val="00A11E86"/>
    <w:rsid w:val="00A14743"/>
    <w:rsid w:val="00A15D47"/>
    <w:rsid w:val="00A21925"/>
    <w:rsid w:val="00A221D2"/>
    <w:rsid w:val="00A22F5F"/>
    <w:rsid w:val="00A23ECD"/>
    <w:rsid w:val="00A27BDF"/>
    <w:rsid w:val="00A33C54"/>
    <w:rsid w:val="00A37686"/>
    <w:rsid w:val="00A40C05"/>
    <w:rsid w:val="00A45A7E"/>
    <w:rsid w:val="00A52661"/>
    <w:rsid w:val="00A53C0C"/>
    <w:rsid w:val="00A578D1"/>
    <w:rsid w:val="00A61AA8"/>
    <w:rsid w:val="00A716F4"/>
    <w:rsid w:val="00A7564E"/>
    <w:rsid w:val="00A80A45"/>
    <w:rsid w:val="00A8171C"/>
    <w:rsid w:val="00A8378D"/>
    <w:rsid w:val="00A90A0A"/>
    <w:rsid w:val="00A92EE8"/>
    <w:rsid w:val="00AA2E4C"/>
    <w:rsid w:val="00AA72A8"/>
    <w:rsid w:val="00AB02E0"/>
    <w:rsid w:val="00AB19C7"/>
    <w:rsid w:val="00AB2E58"/>
    <w:rsid w:val="00AB64B7"/>
    <w:rsid w:val="00AC1FF1"/>
    <w:rsid w:val="00AC26CA"/>
    <w:rsid w:val="00AC54F9"/>
    <w:rsid w:val="00AC597E"/>
    <w:rsid w:val="00AE1F93"/>
    <w:rsid w:val="00AE5654"/>
    <w:rsid w:val="00AF1DDE"/>
    <w:rsid w:val="00B02C7C"/>
    <w:rsid w:val="00B032F5"/>
    <w:rsid w:val="00B05862"/>
    <w:rsid w:val="00B12FCE"/>
    <w:rsid w:val="00B1352A"/>
    <w:rsid w:val="00B16063"/>
    <w:rsid w:val="00B165E1"/>
    <w:rsid w:val="00B17A84"/>
    <w:rsid w:val="00B2068F"/>
    <w:rsid w:val="00B24B1D"/>
    <w:rsid w:val="00B257B0"/>
    <w:rsid w:val="00B3145B"/>
    <w:rsid w:val="00B35373"/>
    <w:rsid w:val="00B35F98"/>
    <w:rsid w:val="00B37717"/>
    <w:rsid w:val="00B37D35"/>
    <w:rsid w:val="00B439CD"/>
    <w:rsid w:val="00B4486F"/>
    <w:rsid w:val="00B45952"/>
    <w:rsid w:val="00B47776"/>
    <w:rsid w:val="00B524EC"/>
    <w:rsid w:val="00B527C5"/>
    <w:rsid w:val="00B55028"/>
    <w:rsid w:val="00B64FBA"/>
    <w:rsid w:val="00B671A8"/>
    <w:rsid w:val="00B72A91"/>
    <w:rsid w:val="00B730AB"/>
    <w:rsid w:val="00B76D65"/>
    <w:rsid w:val="00B80E66"/>
    <w:rsid w:val="00B84652"/>
    <w:rsid w:val="00B94E74"/>
    <w:rsid w:val="00B968F4"/>
    <w:rsid w:val="00B96EF0"/>
    <w:rsid w:val="00B975E5"/>
    <w:rsid w:val="00BA2CDA"/>
    <w:rsid w:val="00BA6988"/>
    <w:rsid w:val="00BB000C"/>
    <w:rsid w:val="00BB4C46"/>
    <w:rsid w:val="00BC002D"/>
    <w:rsid w:val="00BC1821"/>
    <w:rsid w:val="00BC3476"/>
    <w:rsid w:val="00BC6BB5"/>
    <w:rsid w:val="00BD395E"/>
    <w:rsid w:val="00BD3E50"/>
    <w:rsid w:val="00BD57B8"/>
    <w:rsid w:val="00BD58C0"/>
    <w:rsid w:val="00BE3417"/>
    <w:rsid w:val="00BE496A"/>
    <w:rsid w:val="00BE50D3"/>
    <w:rsid w:val="00BE7641"/>
    <w:rsid w:val="00BF48C0"/>
    <w:rsid w:val="00BF6B78"/>
    <w:rsid w:val="00BF73B7"/>
    <w:rsid w:val="00C02776"/>
    <w:rsid w:val="00C1563A"/>
    <w:rsid w:val="00C158CD"/>
    <w:rsid w:val="00C16BBF"/>
    <w:rsid w:val="00C16CF7"/>
    <w:rsid w:val="00C23963"/>
    <w:rsid w:val="00C24B25"/>
    <w:rsid w:val="00C25864"/>
    <w:rsid w:val="00C27789"/>
    <w:rsid w:val="00C3045A"/>
    <w:rsid w:val="00C32B08"/>
    <w:rsid w:val="00C34F8E"/>
    <w:rsid w:val="00C35444"/>
    <w:rsid w:val="00C441E9"/>
    <w:rsid w:val="00C46914"/>
    <w:rsid w:val="00C46994"/>
    <w:rsid w:val="00C560B1"/>
    <w:rsid w:val="00C57038"/>
    <w:rsid w:val="00C57184"/>
    <w:rsid w:val="00C65B9B"/>
    <w:rsid w:val="00C70FBF"/>
    <w:rsid w:val="00C71A7B"/>
    <w:rsid w:val="00C723A4"/>
    <w:rsid w:val="00C736BC"/>
    <w:rsid w:val="00C746D3"/>
    <w:rsid w:val="00C775A6"/>
    <w:rsid w:val="00C80AF8"/>
    <w:rsid w:val="00C8622D"/>
    <w:rsid w:val="00C864A0"/>
    <w:rsid w:val="00C91913"/>
    <w:rsid w:val="00CA1902"/>
    <w:rsid w:val="00CA1FAF"/>
    <w:rsid w:val="00CA2A12"/>
    <w:rsid w:val="00CA77C0"/>
    <w:rsid w:val="00CB2AA0"/>
    <w:rsid w:val="00CB638F"/>
    <w:rsid w:val="00CC5EC9"/>
    <w:rsid w:val="00CD161B"/>
    <w:rsid w:val="00CD1786"/>
    <w:rsid w:val="00CD5C8E"/>
    <w:rsid w:val="00CE1FFB"/>
    <w:rsid w:val="00CF4F87"/>
    <w:rsid w:val="00CF629F"/>
    <w:rsid w:val="00D002BC"/>
    <w:rsid w:val="00D00EF1"/>
    <w:rsid w:val="00D021B4"/>
    <w:rsid w:val="00D03EFC"/>
    <w:rsid w:val="00D04762"/>
    <w:rsid w:val="00D058BB"/>
    <w:rsid w:val="00D13C48"/>
    <w:rsid w:val="00D14C70"/>
    <w:rsid w:val="00D16F98"/>
    <w:rsid w:val="00D210B6"/>
    <w:rsid w:val="00D2518C"/>
    <w:rsid w:val="00D34E46"/>
    <w:rsid w:val="00D36B0D"/>
    <w:rsid w:val="00D40924"/>
    <w:rsid w:val="00D50C1C"/>
    <w:rsid w:val="00D572F0"/>
    <w:rsid w:val="00D612A7"/>
    <w:rsid w:val="00D636EC"/>
    <w:rsid w:val="00D76CE0"/>
    <w:rsid w:val="00D770CC"/>
    <w:rsid w:val="00D82C9A"/>
    <w:rsid w:val="00D876B8"/>
    <w:rsid w:val="00D92121"/>
    <w:rsid w:val="00D97832"/>
    <w:rsid w:val="00DA720C"/>
    <w:rsid w:val="00DB0513"/>
    <w:rsid w:val="00DB21C9"/>
    <w:rsid w:val="00DB3577"/>
    <w:rsid w:val="00DB3F0C"/>
    <w:rsid w:val="00DB55C7"/>
    <w:rsid w:val="00DB5D00"/>
    <w:rsid w:val="00DD40E0"/>
    <w:rsid w:val="00DD6927"/>
    <w:rsid w:val="00DE0EC1"/>
    <w:rsid w:val="00DE2AD7"/>
    <w:rsid w:val="00DE2B8B"/>
    <w:rsid w:val="00E02203"/>
    <w:rsid w:val="00E03AAB"/>
    <w:rsid w:val="00E079E0"/>
    <w:rsid w:val="00E12731"/>
    <w:rsid w:val="00E14997"/>
    <w:rsid w:val="00E14C10"/>
    <w:rsid w:val="00E15BA6"/>
    <w:rsid w:val="00E21C4D"/>
    <w:rsid w:val="00E23974"/>
    <w:rsid w:val="00E25AA6"/>
    <w:rsid w:val="00E348D8"/>
    <w:rsid w:val="00E356D1"/>
    <w:rsid w:val="00E452F3"/>
    <w:rsid w:val="00E51F11"/>
    <w:rsid w:val="00E55C44"/>
    <w:rsid w:val="00E55C94"/>
    <w:rsid w:val="00E56C10"/>
    <w:rsid w:val="00E612D9"/>
    <w:rsid w:val="00E61969"/>
    <w:rsid w:val="00E61DC5"/>
    <w:rsid w:val="00E6495E"/>
    <w:rsid w:val="00E67584"/>
    <w:rsid w:val="00E67B41"/>
    <w:rsid w:val="00E712BB"/>
    <w:rsid w:val="00E752A9"/>
    <w:rsid w:val="00E77228"/>
    <w:rsid w:val="00E77711"/>
    <w:rsid w:val="00E81685"/>
    <w:rsid w:val="00E81C99"/>
    <w:rsid w:val="00E82CE7"/>
    <w:rsid w:val="00E94330"/>
    <w:rsid w:val="00EA0267"/>
    <w:rsid w:val="00EA2605"/>
    <w:rsid w:val="00EA4992"/>
    <w:rsid w:val="00EA4CB6"/>
    <w:rsid w:val="00EA4F63"/>
    <w:rsid w:val="00EA58C7"/>
    <w:rsid w:val="00EA5DD9"/>
    <w:rsid w:val="00EA5F09"/>
    <w:rsid w:val="00EB533A"/>
    <w:rsid w:val="00EB7179"/>
    <w:rsid w:val="00EC3CBB"/>
    <w:rsid w:val="00EC715A"/>
    <w:rsid w:val="00EC735B"/>
    <w:rsid w:val="00ED12BD"/>
    <w:rsid w:val="00ED33F7"/>
    <w:rsid w:val="00ED402C"/>
    <w:rsid w:val="00ED447F"/>
    <w:rsid w:val="00ED500C"/>
    <w:rsid w:val="00ED68AB"/>
    <w:rsid w:val="00EE3DF0"/>
    <w:rsid w:val="00EE53FA"/>
    <w:rsid w:val="00EE5856"/>
    <w:rsid w:val="00EE789A"/>
    <w:rsid w:val="00EF0AC3"/>
    <w:rsid w:val="00EF45CF"/>
    <w:rsid w:val="00EF7ED7"/>
    <w:rsid w:val="00F00707"/>
    <w:rsid w:val="00F0107C"/>
    <w:rsid w:val="00F11E81"/>
    <w:rsid w:val="00F13986"/>
    <w:rsid w:val="00F175BF"/>
    <w:rsid w:val="00F17E77"/>
    <w:rsid w:val="00F20F90"/>
    <w:rsid w:val="00F23DE4"/>
    <w:rsid w:val="00F25804"/>
    <w:rsid w:val="00F270A3"/>
    <w:rsid w:val="00F362F7"/>
    <w:rsid w:val="00F40F80"/>
    <w:rsid w:val="00F432D2"/>
    <w:rsid w:val="00F468F5"/>
    <w:rsid w:val="00F545B4"/>
    <w:rsid w:val="00F650DA"/>
    <w:rsid w:val="00F6615D"/>
    <w:rsid w:val="00F73483"/>
    <w:rsid w:val="00F810C4"/>
    <w:rsid w:val="00F84221"/>
    <w:rsid w:val="00F8778D"/>
    <w:rsid w:val="00F9152B"/>
    <w:rsid w:val="00F94B61"/>
    <w:rsid w:val="00FA4782"/>
    <w:rsid w:val="00FA4EC8"/>
    <w:rsid w:val="00FC0CBC"/>
    <w:rsid w:val="00FC4F02"/>
    <w:rsid w:val="00FD0020"/>
    <w:rsid w:val="00FD0060"/>
    <w:rsid w:val="00FD1DB2"/>
    <w:rsid w:val="00FD4010"/>
    <w:rsid w:val="00FE2B72"/>
    <w:rsid w:val="00FF02D0"/>
    <w:rsid w:val="00FF046A"/>
    <w:rsid w:val="00FF05DF"/>
    <w:rsid w:val="00FF24ED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656145D7"/>
  <w14:defaultImageDpi w14:val="330"/>
  <w15:docId w15:val="{7C8C780A-99D7-4E80-AAFE-5C5785A9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="Calibri" w:hAnsi="Open Sans" w:cs="Arial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/>
    <w:lsdException w:name="heading 8" w:locked="1" w:unhideWhenUsed="1"/>
    <w:lsdException w:name="heading 9" w:locked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semiHidden="1" w:uiPriority="39"/>
    <w:lsdException w:name="toc 6" w:locked="1" w:semiHidden="1" w:uiPriority="39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9C7"/>
    <w:pPr>
      <w:spacing w:before="120" w:after="120" w:line="288" w:lineRule="auto"/>
      <w:jc w:val="both"/>
    </w:pPr>
    <w:rPr>
      <w:rFonts w:ascii="Arial" w:hAnsi="Arial"/>
      <w:color w:val="222222" w:themeColor="text1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377F02"/>
    <w:pPr>
      <w:keepNext/>
      <w:keepLines/>
      <w:numPr>
        <w:numId w:val="12"/>
      </w:numPr>
      <w:shd w:val="clear" w:color="7373C2" w:themeColor="accent3" w:fill="auto"/>
      <w:spacing w:before="360" w:after="240" w:line="240" w:lineRule="auto"/>
      <w:outlineLvl w:val="0"/>
    </w:pPr>
    <w:rPr>
      <w:rFonts w:asciiTheme="majorHAnsi" w:hAnsiTheme="majorHAnsi"/>
      <w:b/>
      <w:bCs/>
      <w:caps/>
      <w:color w:val="264A5C" w:themeColor="text2"/>
      <w:spacing w:val="20"/>
      <w:sz w:val="32"/>
      <w:szCs w:val="32"/>
      <w:lang w:val="fr-FR"/>
    </w:rPr>
  </w:style>
  <w:style w:type="paragraph" w:styleId="Heading2">
    <w:name w:val="heading 2"/>
    <w:basedOn w:val="Normal"/>
    <w:next w:val="Normal"/>
    <w:link w:val="Heading2Char"/>
    <w:autoRedefine/>
    <w:qFormat/>
    <w:rsid w:val="009F2C9B"/>
    <w:pPr>
      <w:keepNext/>
      <w:numPr>
        <w:ilvl w:val="1"/>
        <w:numId w:val="12"/>
      </w:numPr>
      <w:spacing w:before="320" w:after="240" w:line="240" w:lineRule="auto"/>
      <w:outlineLvl w:val="1"/>
    </w:pPr>
    <w:rPr>
      <w:rFonts w:asciiTheme="majorHAnsi" w:hAnsiTheme="majorHAnsi"/>
      <w:b/>
      <w:bCs/>
      <w:smallCaps/>
      <w:color w:val="264A5C" w:themeColor="text2"/>
      <w:spacing w:val="20"/>
      <w:sz w:val="30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1"/>
    <w:qFormat/>
    <w:rsid w:val="009F2C9B"/>
    <w:pPr>
      <w:numPr>
        <w:ilvl w:val="2"/>
      </w:numPr>
      <w:outlineLvl w:val="2"/>
    </w:pPr>
    <w:rPr>
      <w:bCs w:val="0"/>
      <w:sz w:val="28"/>
    </w:rPr>
  </w:style>
  <w:style w:type="paragraph" w:styleId="Heading4">
    <w:name w:val="heading 4"/>
    <w:basedOn w:val="Normal"/>
    <w:next w:val="Normal"/>
    <w:link w:val="Heading4Char"/>
    <w:uiPriority w:val="4"/>
    <w:qFormat/>
    <w:rsid w:val="009F2C9B"/>
    <w:pPr>
      <w:keepNext/>
      <w:numPr>
        <w:ilvl w:val="3"/>
        <w:numId w:val="12"/>
      </w:numPr>
      <w:spacing w:before="240" w:after="240" w:line="240" w:lineRule="auto"/>
      <w:outlineLvl w:val="3"/>
    </w:pPr>
    <w:rPr>
      <w:bCs/>
      <w:iCs/>
      <w:color w:val="264A5C" w:themeColor="text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5"/>
    <w:qFormat/>
    <w:rsid w:val="009F2C9B"/>
    <w:pPr>
      <w:keepNext/>
      <w:numPr>
        <w:ilvl w:val="4"/>
        <w:numId w:val="12"/>
      </w:numPr>
      <w:spacing w:after="80" w:line="240" w:lineRule="auto"/>
      <w:outlineLvl w:val="4"/>
    </w:pPr>
    <w:rPr>
      <w:i/>
      <w:color w:val="264A5C" w:themeColor="text2"/>
      <w:sz w:val="22"/>
    </w:rPr>
  </w:style>
  <w:style w:type="paragraph" w:styleId="Heading6">
    <w:name w:val="heading 6"/>
    <w:basedOn w:val="Normal"/>
    <w:next w:val="Normal"/>
    <w:link w:val="Heading6Char"/>
    <w:uiPriority w:val="6"/>
    <w:qFormat/>
    <w:rsid w:val="009F2C9B"/>
    <w:pPr>
      <w:keepNext/>
      <w:spacing w:before="160" w:after="160" w:line="240" w:lineRule="auto"/>
      <w:outlineLvl w:val="5"/>
    </w:pPr>
    <w:rPr>
      <w:iCs/>
      <w:color w:val="264A5C" w:themeColor="text2"/>
      <w:u w:val="single"/>
    </w:rPr>
  </w:style>
  <w:style w:type="paragraph" w:styleId="Heading7">
    <w:name w:val="heading 7"/>
    <w:basedOn w:val="Normal"/>
    <w:next w:val="Normal"/>
    <w:link w:val="Heading7Char"/>
    <w:uiPriority w:val="99"/>
    <w:semiHidden/>
    <w:rsid w:val="00F468F5"/>
    <w:pPr>
      <w:keepNext/>
      <w:numPr>
        <w:numId w:val="8"/>
      </w:numPr>
      <w:spacing w:before="200" w:after="0"/>
      <w:outlineLvl w:val="6"/>
    </w:pPr>
    <w:rPr>
      <w:iCs/>
      <w:color w:val="909090" w:themeColor="text1" w:themeTint="80"/>
    </w:rPr>
  </w:style>
  <w:style w:type="paragraph" w:styleId="Heading8">
    <w:name w:val="heading 8"/>
    <w:basedOn w:val="Normal"/>
    <w:next w:val="Normal"/>
    <w:link w:val="Heading8Char"/>
    <w:uiPriority w:val="99"/>
    <w:semiHidden/>
    <w:rsid w:val="00F468F5"/>
    <w:pPr>
      <w:keepNext/>
      <w:numPr>
        <w:ilvl w:val="7"/>
        <w:numId w:val="4"/>
      </w:numPr>
      <w:spacing w:before="200" w:after="0"/>
      <w:outlineLvl w:val="7"/>
    </w:pPr>
    <w:rPr>
      <w:i/>
      <w:color w:val="909090" w:themeColor="text1" w:themeTint="8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468F5"/>
    <w:pPr>
      <w:keepNext/>
      <w:numPr>
        <w:ilvl w:val="8"/>
        <w:numId w:val="4"/>
      </w:numPr>
      <w:spacing w:before="200" w:after="0"/>
      <w:outlineLvl w:val="8"/>
    </w:pPr>
    <w:rPr>
      <w:iCs/>
      <w:color w:val="909090" w:themeColor="text1" w:themeTint="8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377F02"/>
    <w:rPr>
      <w:rFonts w:asciiTheme="majorHAnsi" w:hAnsiTheme="majorHAnsi"/>
      <w:b/>
      <w:bCs/>
      <w:caps/>
      <w:color w:val="264A5C" w:themeColor="text2"/>
      <w:spacing w:val="20"/>
      <w:sz w:val="32"/>
      <w:szCs w:val="32"/>
      <w:shd w:val="clear" w:color="7373C2" w:themeColor="accent3" w:fill="auto"/>
    </w:rPr>
  </w:style>
  <w:style w:type="character" w:customStyle="1" w:styleId="Heading2Char">
    <w:name w:val="Heading 2 Char"/>
    <w:basedOn w:val="DefaultParagraphFont"/>
    <w:link w:val="Heading2"/>
    <w:locked/>
    <w:rsid w:val="009F2C9B"/>
    <w:rPr>
      <w:rFonts w:asciiTheme="majorHAnsi" w:hAnsiTheme="majorHAnsi"/>
      <w:b/>
      <w:bCs/>
      <w:smallCaps/>
      <w:color w:val="264A5C" w:themeColor="text2"/>
      <w:spacing w:val="20"/>
      <w:sz w:val="3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locked/>
    <w:rsid w:val="009F2C9B"/>
    <w:rPr>
      <w:rFonts w:asciiTheme="majorHAnsi" w:hAnsiTheme="majorHAnsi"/>
      <w:b/>
      <w:smallCaps/>
      <w:color w:val="264A5C" w:themeColor="text2"/>
      <w:spacing w:val="20"/>
      <w:sz w:val="28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4"/>
    <w:locked/>
    <w:rsid w:val="009F2C9B"/>
    <w:rPr>
      <w:rFonts w:ascii="Arial" w:hAnsi="Arial"/>
      <w:bCs/>
      <w:iCs/>
      <w:color w:val="264A5C" w:themeColor="text2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5"/>
    <w:locked/>
    <w:rsid w:val="009F2C9B"/>
    <w:rPr>
      <w:rFonts w:ascii="Arial" w:hAnsi="Arial"/>
      <w:i/>
      <w:color w:val="264A5C" w:themeColor="text2"/>
      <w:sz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9F2C9B"/>
    <w:rPr>
      <w:rFonts w:ascii="Arial" w:hAnsi="Arial"/>
      <w:iCs/>
      <w:color w:val="264A5C" w:themeColor="text2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40A5D"/>
    <w:rPr>
      <w:rFonts w:ascii="Arial" w:hAnsi="Arial"/>
      <w:iCs/>
      <w:color w:val="909090" w:themeColor="text1" w:themeTint="8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40A5D"/>
    <w:rPr>
      <w:rFonts w:ascii="Arial" w:hAnsi="Arial"/>
      <w:i/>
      <w:color w:val="909090" w:themeColor="text1" w:themeTint="8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40A5D"/>
    <w:rPr>
      <w:rFonts w:ascii="Arial" w:hAnsi="Arial"/>
      <w:iCs/>
      <w:color w:val="909090" w:themeColor="text1" w:themeTint="8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12B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B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F2C9B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264A5C" w:themeColor="text2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2C9B"/>
    <w:rPr>
      <w:rFonts w:ascii="Arial" w:hAnsi="Arial"/>
      <w:caps/>
      <w:color w:val="264A5C" w:themeColor="text2"/>
      <w:sz w:val="18"/>
      <w:lang w:val="en-US"/>
    </w:rPr>
  </w:style>
  <w:style w:type="character" w:styleId="Hyperlink">
    <w:name w:val="Hyperlink"/>
    <w:basedOn w:val="DefaultParagraphFont"/>
    <w:uiPriority w:val="99"/>
    <w:qFormat/>
    <w:rsid w:val="00D002BC"/>
    <w:rPr>
      <w:rFonts w:ascii="Arial" w:hAnsi="Arial" w:cs="Times New Roman"/>
      <w:b w:val="0"/>
      <w:color w:val="222222" w:themeColor="text1"/>
      <w:sz w:val="20"/>
      <w:u w:val="single" w:color="2A6A66" w:themeColor="accent1"/>
      <w:lang w:val="fr-FR"/>
    </w:rPr>
  </w:style>
  <w:style w:type="paragraph" w:customStyle="1" w:styleId="Border-orange">
    <w:name w:val="Border-orange"/>
    <w:basedOn w:val="Normal"/>
    <w:next w:val="Normal"/>
    <w:uiPriority w:val="21"/>
    <w:qFormat/>
    <w:rsid w:val="009F2C9B"/>
    <w:pPr>
      <w:keepNext/>
      <w:keepLines/>
      <w:pBdr>
        <w:top w:val="single" w:sz="4" w:space="5" w:color="8E5C1A" w:themeColor="accent4"/>
        <w:left w:val="single" w:sz="4" w:space="5" w:color="8E5C1A" w:themeColor="accent4"/>
        <w:bottom w:val="single" w:sz="4" w:space="5" w:color="8E5C1A" w:themeColor="accent4"/>
        <w:right w:val="single" w:sz="4" w:space="5" w:color="8E5C1A" w:themeColor="accent4"/>
      </w:pBdr>
      <w:suppressAutoHyphens/>
      <w:ind w:left="142" w:right="142"/>
      <w:contextualSpacing/>
    </w:pPr>
  </w:style>
  <w:style w:type="paragraph" w:customStyle="1" w:styleId="Border-blue">
    <w:name w:val="Border-blue"/>
    <w:basedOn w:val="Border-orange"/>
    <w:next w:val="Normal"/>
    <w:uiPriority w:val="20"/>
    <w:qFormat/>
    <w:rsid w:val="009F2C9B"/>
    <w:pPr>
      <w:pBdr>
        <w:top w:val="single" w:sz="4" w:space="5" w:color="2A6A66" w:themeColor="accent1"/>
        <w:left w:val="single" w:sz="4" w:space="5" w:color="2A6A66" w:themeColor="accent1"/>
        <w:bottom w:val="single" w:sz="4" w:space="5" w:color="2A6A66" w:themeColor="accent1"/>
        <w:right w:val="single" w:sz="4" w:space="5" w:color="2A6A66" w:themeColor="accent1"/>
      </w:pBdr>
    </w:pPr>
  </w:style>
  <w:style w:type="table" w:customStyle="1" w:styleId="LightShading-Accent11">
    <w:name w:val="Light Shading - Accent 11"/>
    <w:basedOn w:val="TableNormal"/>
    <w:uiPriority w:val="60"/>
    <w:rsid w:val="00DE0EC1"/>
    <w:rPr>
      <w:color w:val="1F4F4C" w:themeColor="accent1" w:themeShade="BF"/>
    </w:rPr>
    <w:tblPr>
      <w:tblStyleRowBandSize w:val="1"/>
      <w:tblStyleColBandSize w:val="1"/>
      <w:tblBorders>
        <w:top w:val="single" w:sz="8" w:space="0" w:color="2A6A66" w:themeColor="accent1"/>
        <w:bottom w:val="single" w:sz="8" w:space="0" w:color="2A6A6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6A66" w:themeColor="accent1"/>
          <w:left w:val="nil"/>
          <w:bottom w:val="single" w:sz="8" w:space="0" w:color="2A6A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6A66" w:themeColor="accent1"/>
          <w:left w:val="nil"/>
          <w:bottom w:val="single" w:sz="8" w:space="0" w:color="2A6A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5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E5E3" w:themeFill="accent1" w:themeFillTint="3F"/>
      </w:tcPr>
    </w:tblStylePr>
  </w:style>
  <w:style w:type="paragraph" w:styleId="Title">
    <w:name w:val="Title"/>
    <w:basedOn w:val="Normal"/>
    <w:next w:val="Normal"/>
    <w:link w:val="TitleChar"/>
    <w:uiPriority w:val="1"/>
    <w:qFormat/>
    <w:rsid w:val="009F2C9B"/>
    <w:pPr>
      <w:spacing w:before="240" w:after="240" w:line="240" w:lineRule="auto"/>
      <w:contextualSpacing/>
      <w:jc w:val="center"/>
    </w:pPr>
    <w:rPr>
      <w:rFonts w:asciiTheme="majorHAnsi" w:hAnsiTheme="majorHAnsi"/>
      <w:b/>
      <w:caps/>
      <w:spacing w:val="3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locked/>
    <w:rsid w:val="009F2C9B"/>
    <w:rPr>
      <w:rFonts w:asciiTheme="majorHAnsi" w:hAnsiTheme="majorHAnsi"/>
      <w:b/>
      <w:caps/>
      <w:color w:val="222222" w:themeColor="text1"/>
      <w:spacing w:val="30"/>
      <w:kern w:val="28"/>
      <w:sz w:val="40"/>
      <w:szCs w:val="40"/>
      <w:lang w:val="en-US"/>
    </w:rPr>
  </w:style>
  <w:style w:type="paragraph" w:styleId="Subtitle">
    <w:name w:val="Subtitle"/>
    <w:basedOn w:val="Normal"/>
    <w:next w:val="Normal"/>
    <w:link w:val="SubtitleChar"/>
    <w:uiPriority w:val="2"/>
    <w:qFormat/>
    <w:locked/>
    <w:rsid w:val="009F2C9B"/>
    <w:pPr>
      <w:numPr>
        <w:ilvl w:val="1"/>
      </w:numPr>
      <w:spacing w:before="200" w:after="240" w:line="240" w:lineRule="auto"/>
      <w:jc w:val="center"/>
    </w:pPr>
    <w:rPr>
      <w:bCs/>
      <w:i/>
      <w:iCs/>
      <w:color w:val="424242" w:themeColor="text1" w:themeTint="D9"/>
      <w:spacing w:val="10"/>
      <w:sz w:val="30"/>
      <w:szCs w:val="30"/>
    </w:rPr>
  </w:style>
  <w:style w:type="paragraph" w:styleId="ListParagraph">
    <w:name w:val="List Paragraph"/>
    <w:basedOn w:val="Normal"/>
    <w:autoRedefine/>
    <w:uiPriority w:val="18"/>
    <w:qFormat/>
    <w:rsid w:val="009F2C9B"/>
    <w:pPr>
      <w:numPr>
        <w:numId w:val="21"/>
      </w:numPr>
      <w:suppressAutoHyphens/>
      <w:contextualSpacing/>
    </w:pPr>
  </w:style>
  <w:style w:type="paragraph" w:styleId="NoSpacing">
    <w:name w:val="No Spacing"/>
    <w:link w:val="NoSpacingChar"/>
    <w:uiPriority w:val="99"/>
    <w:qFormat/>
    <w:rsid w:val="009241F9"/>
    <w:pPr>
      <w:jc w:val="both"/>
    </w:pPr>
    <w:rPr>
      <w:rFonts w:ascii="Arial" w:eastAsia="Times New Roman" w:hAnsi="Arial" w:cs="Times New Roman"/>
      <w:color w:val="222222" w:themeColor="text1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9F2C9B"/>
    <w:rPr>
      <w:rFonts w:ascii="Arial" w:hAnsi="Arial"/>
      <w:bCs/>
      <w:i/>
      <w:iCs/>
      <w:color w:val="424242" w:themeColor="text1" w:themeTint="D9"/>
      <w:spacing w:val="10"/>
      <w:sz w:val="30"/>
      <w:szCs w:val="30"/>
      <w:lang w:val="en-US"/>
    </w:rPr>
  </w:style>
  <w:style w:type="character" w:styleId="Emphasis">
    <w:name w:val="Emphasis"/>
    <w:basedOn w:val="DefaultParagraphFont"/>
    <w:uiPriority w:val="99"/>
    <w:qFormat/>
    <w:rsid w:val="000D03BD"/>
    <w:rPr>
      <w:rFonts w:cs="Times New Roman"/>
      <w:b/>
      <w:iCs/>
      <w:color w:val="264A5C" w:themeColor="text2"/>
    </w:rPr>
  </w:style>
  <w:style w:type="paragraph" w:customStyle="1" w:styleId="Keyaspects">
    <w:name w:val="Key aspects"/>
    <w:basedOn w:val="Normal"/>
    <w:next w:val="Normal"/>
    <w:autoRedefine/>
    <w:qFormat/>
    <w:rsid w:val="009F2C9B"/>
    <w:pPr>
      <w:keepNext/>
      <w:keepLines/>
      <w:numPr>
        <w:numId w:val="5"/>
      </w:numPr>
      <w:pBdr>
        <w:top w:val="double" w:sz="4" w:space="10" w:color="D6D4E8" w:themeColor="accent6"/>
        <w:left w:val="double" w:sz="4" w:space="10" w:color="D6D4E8" w:themeColor="accent6"/>
        <w:bottom w:val="double" w:sz="4" w:space="10" w:color="D6D4E8" w:themeColor="accent6"/>
        <w:right w:val="double" w:sz="4" w:space="10" w:color="D6D4E8" w:themeColor="accent6"/>
      </w:pBdr>
      <w:shd w:val="solid" w:color="D6D4E8" w:themeColor="accent6" w:fill="auto"/>
      <w:suppressAutoHyphens/>
      <w:spacing w:before="200" w:after="200"/>
      <w:ind w:left="975" w:right="397" w:hanging="578"/>
    </w:pPr>
  </w:style>
  <w:style w:type="character" w:styleId="Strong">
    <w:name w:val="Strong"/>
    <w:basedOn w:val="DefaultParagraphFont"/>
    <w:uiPriority w:val="7"/>
    <w:qFormat/>
    <w:rsid w:val="00F810C4"/>
    <w:rPr>
      <w:rFonts w:ascii="Arial" w:hAnsi="Arial" w:cs="Times New Roman"/>
      <w:b/>
      <w:bCs/>
      <w:color w:val="2A6A66"/>
      <w:sz w:val="20"/>
    </w:rPr>
  </w:style>
  <w:style w:type="paragraph" w:styleId="IntenseQuote">
    <w:name w:val="Intense Quote"/>
    <w:basedOn w:val="Normal"/>
    <w:next w:val="Normal"/>
    <w:link w:val="IntenseQuoteChar"/>
    <w:autoRedefine/>
    <w:uiPriority w:val="99"/>
    <w:semiHidden/>
    <w:qFormat/>
    <w:rsid w:val="00155DB4"/>
    <w:pPr>
      <w:pBdr>
        <w:left w:val="single" w:sz="24" w:space="15" w:color="4646A1" w:themeColor="accent3" w:themeShade="BF"/>
      </w:pBdr>
      <w:spacing w:before="200" w:after="280"/>
      <w:ind w:left="1134" w:right="1134"/>
    </w:pPr>
    <w:rPr>
      <w:smallCaps/>
      <w:color w:val="4646A1" w:themeColor="accent3" w:themeShade="BF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897D56"/>
    <w:rPr>
      <w:rFonts w:ascii="Verdana" w:eastAsia="Times New Roman" w:hAnsi="Verdana" w:cs="Verdana"/>
      <w:smallCaps/>
      <w:color w:val="4646A1" w:themeColor="accent3" w:themeShade="BF"/>
      <w:sz w:val="20"/>
      <w:szCs w:val="20"/>
      <w:lang w:val="en-US" w:eastAsia="ar-SA"/>
    </w:rPr>
  </w:style>
  <w:style w:type="paragraph" w:styleId="Quote">
    <w:name w:val="Quote"/>
    <w:basedOn w:val="Normal"/>
    <w:next w:val="Normal"/>
    <w:link w:val="QuoteChar"/>
    <w:uiPriority w:val="29"/>
    <w:semiHidden/>
    <w:rsid w:val="0044214F"/>
    <w:pPr>
      <w:spacing w:before="200" w:after="160"/>
      <w:ind w:left="864" w:right="864"/>
      <w:jc w:val="center"/>
    </w:pPr>
    <w:rPr>
      <w:i/>
      <w:iCs/>
      <w:color w:val="595959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4214F"/>
    <w:rPr>
      <w:i/>
      <w:iCs/>
      <w:color w:val="595959" w:themeColor="text1" w:themeTint="BF"/>
    </w:rPr>
  </w:style>
  <w:style w:type="character" w:styleId="IntenseReference">
    <w:name w:val="Intense Reference"/>
    <w:basedOn w:val="DefaultParagraphFont"/>
    <w:uiPriority w:val="99"/>
    <w:semiHidden/>
    <w:rsid w:val="00145999"/>
    <w:rPr>
      <w:rFonts w:cs="Times New Roman"/>
      <w:b/>
      <w:bCs/>
      <w:smallCaps/>
      <w:color w:val="8E5C1A" w:themeColor="accent4"/>
      <w:spacing w:val="5"/>
      <w:u w:val="none"/>
    </w:rPr>
  </w:style>
  <w:style w:type="character" w:styleId="SubtleReference">
    <w:name w:val="Subtle Reference"/>
    <w:basedOn w:val="DefaultParagraphFont"/>
    <w:uiPriority w:val="99"/>
    <w:semiHidden/>
    <w:rsid w:val="00145999"/>
    <w:rPr>
      <w:rFonts w:cs="Times New Roman"/>
      <w:smallCaps/>
      <w:color w:val="8E5C1A" w:themeColor="accent4"/>
      <w:u w:val="none"/>
    </w:rPr>
  </w:style>
  <w:style w:type="paragraph" w:styleId="FootnoteText">
    <w:name w:val="footnote text"/>
    <w:basedOn w:val="Normal"/>
    <w:link w:val="FootnoteTextChar"/>
    <w:autoRedefine/>
    <w:uiPriority w:val="99"/>
    <w:qFormat/>
    <w:rsid w:val="009F2C9B"/>
    <w:pPr>
      <w:spacing w:after="0" w:line="240" w:lineRule="auto"/>
    </w:pPr>
    <w:rPr>
      <w:color w:val="595959" w:themeColor="text1" w:themeTint="BF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F2C9B"/>
    <w:rPr>
      <w:rFonts w:ascii="Arial" w:hAnsi="Arial"/>
      <w:color w:val="595959" w:themeColor="text1" w:themeTint="BF"/>
      <w:sz w:val="16"/>
      <w:szCs w:val="20"/>
      <w:lang w:val="en-US"/>
    </w:rPr>
  </w:style>
  <w:style w:type="character" w:styleId="FootnoteReference">
    <w:name w:val="footnote reference"/>
    <w:basedOn w:val="DefaultParagraphFont"/>
    <w:uiPriority w:val="99"/>
    <w:rsid w:val="003B09C2"/>
    <w:rPr>
      <w:rFonts w:asciiTheme="majorHAnsi" w:hAnsiTheme="majorHAnsi" w:cstheme="majorHAnsi"/>
      <w:color w:val="222222" w:themeColor="text1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C80AF8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B17A8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17A84"/>
    <w:pPr>
      <w:spacing w:line="240" w:lineRule="auto"/>
    </w:pPr>
    <w:rPr>
      <w:rFonts w:ascii="Calibri" w:hAnsi="Calibri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7A84"/>
    <w:rPr>
      <w:rFonts w:ascii="Calibri" w:hAnsi="Calibri" w:cs="Arial"/>
      <w:sz w:val="20"/>
      <w:szCs w:val="20"/>
      <w:lang w:val="en-GB" w:eastAsia="en-GB"/>
    </w:rPr>
  </w:style>
  <w:style w:type="paragraph" w:customStyle="1" w:styleId="Default">
    <w:name w:val="Default"/>
    <w:semiHidden/>
    <w:rsid w:val="00A33C54"/>
    <w:pPr>
      <w:autoSpaceDE w:val="0"/>
      <w:autoSpaceDN w:val="0"/>
      <w:adjustRightInd w:val="0"/>
    </w:pPr>
    <w:rPr>
      <w:rFonts w:ascii="Verdana" w:eastAsia="Times New Roman" w:hAnsi="Verdana"/>
      <w:color w:val="000000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qFormat/>
    <w:rsid w:val="007076D5"/>
    <w:pPr>
      <w:framePr w:wrap="around" w:vAnchor="text" w:hAnchor="text" w:y="1"/>
      <w:numPr>
        <w:numId w:val="0"/>
      </w:numPr>
      <w:spacing w:before="40"/>
      <w:outlineLvl w:val="9"/>
    </w:pPr>
    <w:rPr>
      <w:sz w:val="28"/>
      <w:lang w:eastAsia="en-US"/>
    </w:rPr>
  </w:style>
  <w:style w:type="paragraph" w:styleId="TOC1">
    <w:name w:val="toc 1"/>
    <w:basedOn w:val="Normal"/>
    <w:next w:val="Normal"/>
    <w:autoRedefine/>
    <w:uiPriority w:val="39"/>
    <w:rsid w:val="00EC3CBB"/>
    <w:pPr>
      <w:tabs>
        <w:tab w:val="left" w:pos="0"/>
        <w:tab w:val="left" w:pos="426"/>
        <w:tab w:val="right" w:leader="dot" w:pos="9628"/>
      </w:tabs>
      <w:spacing w:after="160"/>
    </w:pPr>
    <w:rPr>
      <w:rFonts w:cs="Calibri"/>
      <w:b/>
      <w:caps/>
      <w:noProof/>
      <w:color w:val="264A5C" w:themeColor="text2"/>
      <w:szCs w:val="20"/>
    </w:rPr>
  </w:style>
  <w:style w:type="paragraph" w:styleId="TOC2">
    <w:name w:val="toc 2"/>
    <w:basedOn w:val="Normal"/>
    <w:next w:val="Normal"/>
    <w:autoRedefine/>
    <w:uiPriority w:val="39"/>
    <w:rsid w:val="00EC3CBB"/>
    <w:pPr>
      <w:tabs>
        <w:tab w:val="left" w:pos="567"/>
        <w:tab w:val="right" w:leader="dot" w:pos="9628"/>
      </w:tabs>
    </w:pPr>
    <w:rPr>
      <w:rFonts w:asciiTheme="minorHAnsi" w:hAnsiTheme="minorHAnsi" w:cs="Calibri"/>
      <w:bCs/>
      <w:caps/>
      <w:noProof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31E3"/>
    <w:pPr>
      <w:spacing w:before="60"/>
    </w:pPr>
    <w:rPr>
      <w:rFonts w:ascii="Verdana" w:hAnsi="Verdana" w:cs="Times New Roman"/>
      <w:b/>
      <w:bCs/>
      <w:lang w:val="fr-FR"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31E3"/>
    <w:rPr>
      <w:rFonts w:ascii="Verdana" w:hAnsi="Verdana" w:cs="Times New Roman"/>
      <w:b/>
      <w:bCs/>
      <w:sz w:val="20"/>
      <w:szCs w:val="20"/>
      <w:lang w:val="en-GB" w:eastAsia="fr-FR"/>
    </w:rPr>
  </w:style>
  <w:style w:type="numbering" w:customStyle="1" w:styleId="Style2">
    <w:name w:val="Style2"/>
    <w:rsid w:val="00130FFE"/>
    <w:pPr>
      <w:numPr>
        <w:numId w:val="2"/>
      </w:numPr>
    </w:pPr>
  </w:style>
  <w:style w:type="numbering" w:customStyle="1" w:styleId="Style1">
    <w:name w:val="Style1"/>
    <w:rsid w:val="00130FFE"/>
    <w:pPr>
      <w:numPr>
        <w:numId w:val="1"/>
      </w:numPr>
    </w:pPr>
  </w:style>
  <w:style w:type="table" w:styleId="TableGrid">
    <w:name w:val="Table Grid"/>
    <w:basedOn w:val="TableNormal"/>
    <w:locked/>
    <w:rsid w:val="00780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artONG">
    <w:name w:val="CartONG"/>
    <w:uiPriority w:val="99"/>
    <w:rsid w:val="00F468F5"/>
    <w:pPr>
      <w:numPr>
        <w:numId w:val="3"/>
      </w:numPr>
    </w:pPr>
  </w:style>
  <w:style w:type="paragraph" w:styleId="TOC3">
    <w:name w:val="toc 3"/>
    <w:basedOn w:val="Normal"/>
    <w:next w:val="Normal"/>
    <w:autoRedefine/>
    <w:uiPriority w:val="39"/>
    <w:locked/>
    <w:rsid w:val="00EC3CBB"/>
    <w:pPr>
      <w:tabs>
        <w:tab w:val="left" w:pos="993"/>
        <w:tab w:val="right" w:leader="dot" w:pos="9628"/>
      </w:tabs>
      <w:ind w:left="442"/>
    </w:pPr>
    <w:rPr>
      <w:smallCaps/>
    </w:rPr>
  </w:style>
  <w:style w:type="character" w:styleId="SubtleEmphasis">
    <w:name w:val="Subtle Emphasis"/>
    <w:basedOn w:val="DefaultParagraphFont"/>
    <w:uiPriority w:val="2"/>
    <w:semiHidden/>
    <w:rsid w:val="00145999"/>
    <w:rPr>
      <w:iCs/>
      <w:color w:val="8E5C1A" w:themeColor="accent4"/>
    </w:rPr>
  </w:style>
  <w:style w:type="paragraph" w:styleId="TOC4">
    <w:name w:val="toc 4"/>
    <w:basedOn w:val="Normal"/>
    <w:next w:val="Normal"/>
    <w:autoRedefine/>
    <w:uiPriority w:val="39"/>
    <w:semiHidden/>
    <w:locked/>
    <w:rsid w:val="00066B34"/>
    <w:pPr>
      <w:tabs>
        <w:tab w:val="left" w:pos="1100"/>
        <w:tab w:val="right" w:leader="underscore" w:pos="9638"/>
      </w:tabs>
      <w:spacing w:after="100"/>
      <w:ind w:left="660"/>
    </w:pPr>
    <w:rPr>
      <w:rFonts w:ascii="Brandon Grotesque Medium" w:hAnsi="Brandon Grotesque Medium"/>
      <w:color w:val="6F6F6F" w:themeColor="text1" w:themeTint="A6"/>
    </w:rPr>
  </w:style>
  <w:style w:type="table" w:customStyle="1" w:styleId="LightShading1">
    <w:name w:val="Light Shading1"/>
    <w:basedOn w:val="TableNormal"/>
    <w:uiPriority w:val="60"/>
    <w:rsid w:val="00DE0EC1"/>
    <w:rPr>
      <w:color w:val="191919" w:themeColor="text1" w:themeShade="BF"/>
    </w:rPr>
    <w:tblPr>
      <w:tblStyleRowBandSize w:val="1"/>
      <w:tblStyleColBandSize w:val="1"/>
      <w:tblBorders>
        <w:top w:val="single" w:sz="8" w:space="0" w:color="222222" w:themeColor="text1"/>
        <w:bottom w:val="single" w:sz="8" w:space="0" w:color="22222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222" w:themeColor="text1"/>
          <w:left w:val="nil"/>
          <w:bottom w:val="single" w:sz="8" w:space="0" w:color="22222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222" w:themeColor="text1"/>
          <w:left w:val="nil"/>
          <w:bottom w:val="single" w:sz="8" w:space="0" w:color="22222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8C8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8C8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DE0EC1"/>
    <w:rPr>
      <w:color w:val="6A4413" w:themeColor="accent4" w:themeShade="BF"/>
    </w:rPr>
    <w:tblPr>
      <w:tblStyleRowBandSize w:val="1"/>
      <w:tblStyleColBandSize w:val="1"/>
      <w:tblBorders>
        <w:top w:val="single" w:sz="8" w:space="0" w:color="8E5C1A" w:themeColor="accent4"/>
        <w:bottom w:val="single" w:sz="8" w:space="0" w:color="8E5C1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5C1A" w:themeColor="accent4"/>
          <w:left w:val="nil"/>
          <w:bottom w:val="single" w:sz="8" w:space="0" w:color="8E5C1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5C1A" w:themeColor="accent4"/>
          <w:left w:val="nil"/>
          <w:bottom w:val="single" w:sz="8" w:space="0" w:color="8E5C1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8B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8B7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E0EC1"/>
    <w:rPr>
      <w:color w:val="8ABDB8" w:themeColor="accent5" w:themeShade="BF"/>
    </w:rPr>
    <w:tblPr>
      <w:tblStyleRowBandSize w:val="1"/>
      <w:tblStyleColBandSize w:val="1"/>
      <w:tblBorders>
        <w:top w:val="single" w:sz="8" w:space="0" w:color="D1E5E3" w:themeColor="accent5"/>
        <w:bottom w:val="single" w:sz="8" w:space="0" w:color="D1E5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E5E3" w:themeColor="accent5"/>
          <w:left w:val="nil"/>
          <w:bottom w:val="single" w:sz="8" w:space="0" w:color="D1E5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E5E3" w:themeColor="accent5"/>
          <w:left w:val="nil"/>
          <w:bottom w:val="single" w:sz="8" w:space="0" w:color="D1E5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8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8F7" w:themeFill="accent5" w:themeFillTint="3F"/>
      </w:tcPr>
    </w:tblStylePr>
  </w:style>
  <w:style w:type="table" w:customStyle="1" w:styleId="MediumShading1-Accent11">
    <w:name w:val="Medium Shading 1 - Accent 11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43AAA4" w:themeColor="accent1" w:themeTint="BF"/>
        <w:left w:val="single" w:sz="8" w:space="0" w:color="43AAA4" w:themeColor="accent1" w:themeTint="BF"/>
        <w:bottom w:val="single" w:sz="8" w:space="0" w:color="43AAA4" w:themeColor="accent1" w:themeTint="BF"/>
        <w:right w:val="single" w:sz="8" w:space="0" w:color="43AAA4" w:themeColor="accent1" w:themeTint="BF"/>
        <w:insideH w:val="single" w:sz="8" w:space="0" w:color="43AA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5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DE0EC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6A6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A6A6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C0D95D" w:themeColor="accent2" w:themeTint="BF"/>
        <w:left w:val="single" w:sz="8" w:space="0" w:color="C0D95D" w:themeColor="accent2" w:themeTint="BF"/>
        <w:bottom w:val="single" w:sz="8" w:space="0" w:color="C0D95D" w:themeColor="accent2" w:themeTint="BF"/>
        <w:right w:val="single" w:sz="8" w:space="0" w:color="C0D95D" w:themeColor="accent2" w:themeTint="BF"/>
        <w:insideH w:val="single" w:sz="8" w:space="0" w:color="C0D95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D95D" w:themeColor="accent2" w:themeTint="BF"/>
          <w:left w:val="single" w:sz="8" w:space="0" w:color="C0D95D" w:themeColor="accent2" w:themeTint="BF"/>
          <w:bottom w:val="single" w:sz="8" w:space="0" w:color="C0D95D" w:themeColor="accent2" w:themeTint="BF"/>
          <w:right w:val="single" w:sz="8" w:space="0" w:color="C0D95D" w:themeColor="accent2" w:themeTint="BF"/>
          <w:insideH w:val="nil"/>
          <w:insideV w:val="nil"/>
        </w:tcBorders>
        <w:shd w:val="clear" w:color="auto" w:fill="A8C72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D95D" w:themeColor="accent2" w:themeTint="BF"/>
          <w:left w:val="single" w:sz="8" w:space="0" w:color="C0D95D" w:themeColor="accent2" w:themeTint="BF"/>
          <w:bottom w:val="single" w:sz="8" w:space="0" w:color="C0D95D" w:themeColor="accent2" w:themeTint="BF"/>
          <w:right w:val="single" w:sz="8" w:space="0" w:color="C0D95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2C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F2C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595959" w:themeColor="text1" w:themeTint="BF"/>
        <w:left w:val="single" w:sz="8" w:space="0" w:color="595959" w:themeColor="text1" w:themeTint="BF"/>
        <w:bottom w:val="single" w:sz="8" w:space="0" w:color="595959" w:themeColor="text1" w:themeTint="BF"/>
        <w:right w:val="single" w:sz="8" w:space="0" w:color="595959" w:themeColor="text1" w:themeTint="BF"/>
        <w:insideH w:val="single" w:sz="8" w:space="0" w:color="595959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  <w:shd w:val="clear" w:color="auto" w:fill="22222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8C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8C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D68A27" w:themeColor="accent4" w:themeTint="BF"/>
        <w:left w:val="single" w:sz="8" w:space="0" w:color="D68A27" w:themeColor="accent4" w:themeTint="BF"/>
        <w:bottom w:val="single" w:sz="8" w:space="0" w:color="D68A27" w:themeColor="accent4" w:themeTint="BF"/>
        <w:right w:val="single" w:sz="8" w:space="0" w:color="D68A27" w:themeColor="accent4" w:themeTint="BF"/>
        <w:insideH w:val="single" w:sz="8" w:space="0" w:color="D68A2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68A27" w:themeColor="accent4" w:themeTint="BF"/>
          <w:left w:val="single" w:sz="8" w:space="0" w:color="D68A27" w:themeColor="accent4" w:themeTint="BF"/>
          <w:bottom w:val="single" w:sz="8" w:space="0" w:color="D68A27" w:themeColor="accent4" w:themeTint="BF"/>
          <w:right w:val="single" w:sz="8" w:space="0" w:color="D68A27" w:themeColor="accent4" w:themeTint="BF"/>
          <w:insideH w:val="nil"/>
          <w:insideV w:val="nil"/>
        </w:tcBorders>
        <w:shd w:val="clear" w:color="auto" w:fill="8E5C1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8A27" w:themeColor="accent4" w:themeTint="BF"/>
          <w:left w:val="single" w:sz="8" w:space="0" w:color="D68A27" w:themeColor="accent4" w:themeTint="BF"/>
          <w:bottom w:val="single" w:sz="8" w:space="0" w:color="D68A27" w:themeColor="accent4" w:themeTint="BF"/>
          <w:right w:val="single" w:sz="8" w:space="0" w:color="D68A2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8B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8B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E0EC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72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72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C72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DE0EC1"/>
    <w:rPr>
      <w:color w:val="222222" w:themeColor="text1"/>
    </w:rPr>
    <w:tblPr>
      <w:tblStyleRowBandSize w:val="1"/>
      <w:tblStyleColBandSize w:val="1"/>
      <w:tblBorders>
        <w:top w:val="single" w:sz="8" w:space="0" w:color="2A6A66" w:themeColor="accent1"/>
        <w:bottom w:val="single" w:sz="8" w:space="0" w:color="2A6A6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A6A66" w:themeColor="accent1"/>
        </w:tcBorders>
      </w:tcPr>
    </w:tblStylePr>
    <w:tblStylePr w:type="lastRow">
      <w:rPr>
        <w:b/>
        <w:bCs/>
        <w:color w:val="264A5C" w:themeColor="text2"/>
      </w:rPr>
      <w:tblPr/>
      <w:tcPr>
        <w:tcBorders>
          <w:top w:val="single" w:sz="8" w:space="0" w:color="2A6A66" w:themeColor="accent1"/>
          <w:bottom w:val="single" w:sz="8" w:space="0" w:color="2A6A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A6A66" w:themeColor="accent1"/>
          <w:bottom w:val="single" w:sz="8" w:space="0" w:color="2A6A66" w:themeColor="accent1"/>
        </w:tcBorders>
      </w:tc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shd w:val="clear" w:color="auto" w:fill="BEE5E3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DE0EC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E5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6A6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6A6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A6A6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A6A6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CBC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CBC6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DE0EC1"/>
    <w:rPr>
      <w:rFonts w:asciiTheme="majorHAnsi" w:eastAsiaTheme="majorEastAsia" w:hAnsiTheme="majorHAnsi" w:cstheme="majorBidi"/>
      <w:color w:val="222222" w:themeColor="text1"/>
    </w:rPr>
    <w:tblPr>
      <w:tblStyleRowBandSize w:val="1"/>
      <w:tblStyleColBandSize w:val="1"/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</w:tblPr>
    <w:tcPr>
      <w:shd w:val="clear" w:color="auto" w:fill="BEE5E3" w:themeFill="accent1" w:themeFillTint="3F"/>
    </w:tcPr>
    <w:tblStylePr w:type="firstRow">
      <w:rPr>
        <w:b/>
        <w:bCs/>
        <w:color w:val="222222" w:themeColor="text1"/>
      </w:rPr>
      <w:tblPr/>
      <w:tcPr>
        <w:shd w:val="clear" w:color="auto" w:fill="E5F5F4" w:themeFill="accent1" w:themeFillTint="19"/>
      </w:tcPr>
    </w:tblStylePr>
    <w:tblStylePr w:type="lastRow">
      <w:rPr>
        <w:b/>
        <w:bCs/>
        <w:color w:val="222222" w:themeColor="text1"/>
      </w:rPr>
      <w:tblPr/>
      <w:tcPr>
        <w:tcBorders>
          <w:top w:val="single" w:sz="12" w:space="0" w:color="22222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22222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22222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AE8" w:themeFill="accent1" w:themeFillTint="33"/>
      </w:tcPr>
    </w:tblStylePr>
    <w:tblStylePr w:type="band1Vert">
      <w:tblPr/>
      <w:tcPr>
        <w:shd w:val="clear" w:color="auto" w:fill="7DCBC6" w:themeFill="accent1" w:themeFillTint="7F"/>
      </w:tcPr>
    </w:tblStylePr>
    <w:tblStylePr w:type="band1Horz">
      <w:tblPr/>
      <w:tcPr>
        <w:tcBorders>
          <w:insideH w:val="single" w:sz="6" w:space="0" w:color="2A6A66" w:themeColor="accent1"/>
          <w:insideV w:val="single" w:sz="6" w:space="0" w:color="2A6A66" w:themeColor="accent1"/>
        </w:tcBorders>
        <w:shd w:val="clear" w:color="auto" w:fill="7DCBC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Shading-Accent1">
    <w:name w:val="Colorful Shading Accent 1"/>
    <w:basedOn w:val="TableNormal"/>
    <w:uiPriority w:val="71"/>
    <w:rsid w:val="00DE0EC1"/>
    <w:rPr>
      <w:color w:val="222222" w:themeColor="text1"/>
    </w:rPr>
    <w:tblPr>
      <w:tblStyleRowBandSize w:val="1"/>
      <w:tblStyleColBandSize w:val="1"/>
      <w:tblBorders>
        <w:top w:val="single" w:sz="24" w:space="0" w:color="A8C72E" w:themeColor="accent2"/>
        <w:left w:val="single" w:sz="4" w:space="0" w:color="2A6A66" w:themeColor="accent1"/>
        <w:bottom w:val="single" w:sz="4" w:space="0" w:color="2A6A66" w:themeColor="accent1"/>
        <w:right w:val="single" w:sz="4" w:space="0" w:color="2A6A6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5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8C7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3F3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3F3C" w:themeColor="accent1" w:themeShade="99"/>
          <w:insideV w:val="nil"/>
        </w:tcBorders>
        <w:shd w:val="clear" w:color="auto" w:fill="193F3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3F3C" w:themeFill="accent1" w:themeFillShade="99"/>
      </w:tcPr>
    </w:tblStylePr>
    <w:tblStylePr w:type="band1Vert">
      <w:tblPr/>
      <w:tcPr>
        <w:shd w:val="clear" w:color="auto" w:fill="97D5D1" w:themeFill="accent1" w:themeFillTint="66"/>
      </w:tcPr>
    </w:tblStylePr>
    <w:tblStylePr w:type="band1Horz">
      <w:tblPr/>
      <w:tcPr>
        <w:shd w:val="clear" w:color="auto" w:fill="7DCBC6" w:themeFill="accent1" w:themeFillTint="7F"/>
      </w:tcPr>
    </w:tblStylePr>
    <w:tblStylePr w:type="neCell">
      <w:rPr>
        <w:color w:val="222222" w:themeColor="text1"/>
      </w:rPr>
    </w:tblStylePr>
    <w:tblStylePr w:type="nwCell">
      <w:rPr>
        <w:color w:val="222222" w:themeColor="text1"/>
      </w:rPr>
    </w:tblStylePr>
  </w:style>
  <w:style w:type="table" w:styleId="ColorfulGrid-Accent1">
    <w:name w:val="Colorful Grid Accent 1"/>
    <w:basedOn w:val="TableNormal"/>
    <w:uiPriority w:val="73"/>
    <w:rsid w:val="00DE0EC1"/>
    <w:rPr>
      <w:color w:val="22222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EAE8" w:themeFill="accent1" w:themeFillTint="33"/>
    </w:tcPr>
    <w:tblStylePr w:type="firstRow">
      <w:rPr>
        <w:b/>
        <w:bCs/>
      </w:rPr>
      <w:tblPr/>
      <w:tcPr>
        <w:shd w:val="clear" w:color="auto" w:fill="97D5D1" w:themeFill="accent1" w:themeFillTint="66"/>
      </w:tcPr>
    </w:tblStylePr>
    <w:tblStylePr w:type="lastRow">
      <w:rPr>
        <w:b/>
        <w:bCs/>
        <w:color w:val="222222" w:themeColor="text1"/>
      </w:rPr>
      <w:tblPr/>
      <w:tcPr>
        <w:shd w:val="clear" w:color="auto" w:fill="97D5D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F4F4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F4F4C" w:themeFill="accent1" w:themeFillShade="BF"/>
      </w:tcPr>
    </w:tblStylePr>
    <w:tblStylePr w:type="band1Vert">
      <w:tblPr/>
      <w:tcPr>
        <w:shd w:val="clear" w:color="auto" w:fill="7DCBC6" w:themeFill="accent1" w:themeFillTint="7F"/>
      </w:tcPr>
    </w:tblStylePr>
    <w:tblStylePr w:type="band1Horz">
      <w:tblPr/>
      <w:tcPr>
        <w:shd w:val="clear" w:color="auto" w:fill="7DCBC6" w:themeFill="accent1" w:themeFillTint="7F"/>
      </w:tcPr>
    </w:tblStylePr>
  </w:style>
  <w:style w:type="table" w:styleId="DarkList-Accent1">
    <w:name w:val="Dark List Accent 1"/>
    <w:basedOn w:val="TableNormal"/>
    <w:uiPriority w:val="70"/>
    <w:rsid w:val="00DE0EC1"/>
    <w:rPr>
      <w:color w:val="FFFFFF" w:themeColor="background1"/>
    </w:rPr>
    <w:tblPr>
      <w:tblStyleRowBandSize w:val="1"/>
      <w:tblStyleColBandSize w:val="1"/>
    </w:tblPr>
    <w:tcPr>
      <w:shd w:val="clear" w:color="auto" w:fill="2A6A6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2222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343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F4F4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</w:style>
  <w:style w:type="paragraph" w:styleId="EndnoteText">
    <w:name w:val="endnote text"/>
    <w:basedOn w:val="Normal"/>
    <w:link w:val="EndnoteTextChar"/>
    <w:uiPriority w:val="15"/>
    <w:semiHidden/>
    <w:rsid w:val="009A62FC"/>
    <w:pPr>
      <w:spacing w:after="0" w:line="240" w:lineRule="auto"/>
      <w:ind w:left="567"/>
    </w:pPr>
    <w:rPr>
      <w:rFonts w:eastAsiaTheme="minorHAnsi" w:cstheme="minorBidi"/>
      <w:smallCaps/>
      <w:color w:val="264A5C" w:themeColor="text2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15"/>
    <w:semiHidden/>
    <w:rsid w:val="002C3558"/>
    <w:rPr>
      <w:rFonts w:asciiTheme="minorHAnsi" w:eastAsiaTheme="minorHAnsi" w:hAnsiTheme="minorHAnsi" w:cstheme="minorBidi"/>
      <w:smallCaps/>
      <w:color w:val="264A5C" w:themeColor="text2"/>
      <w:sz w:val="20"/>
      <w:szCs w:val="20"/>
      <w:lang w:eastAsia="en-US"/>
    </w:rPr>
  </w:style>
  <w:style w:type="numbering" w:customStyle="1" w:styleId="CartONGbullet">
    <w:name w:val="CartONG bullet"/>
    <w:uiPriority w:val="99"/>
    <w:rsid w:val="005745AF"/>
    <w:pPr>
      <w:numPr>
        <w:numId w:val="7"/>
      </w:numPr>
    </w:pPr>
  </w:style>
  <w:style w:type="paragraph" w:styleId="ListBullet">
    <w:name w:val="List Bullet"/>
    <w:basedOn w:val="ListParagraph"/>
    <w:autoRedefine/>
    <w:uiPriority w:val="17"/>
    <w:qFormat/>
    <w:rsid w:val="00AB19C7"/>
    <w:pPr>
      <w:numPr>
        <w:numId w:val="16"/>
      </w:numPr>
    </w:pPr>
  </w:style>
  <w:style w:type="paragraph" w:styleId="ListBullet2">
    <w:name w:val="List Bullet 2"/>
    <w:basedOn w:val="Normal"/>
    <w:uiPriority w:val="99"/>
    <w:semiHidden/>
    <w:unhideWhenUsed/>
    <w:rsid w:val="00FD4010"/>
    <w:pPr>
      <w:contextualSpacing/>
    </w:pPr>
  </w:style>
  <w:style w:type="table" w:styleId="MediumShading1-Accent3">
    <w:name w:val="Medium Shading 1 Accent 3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9696D1" w:themeColor="accent3" w:themeTint="BF"/>
        <w:left w:val="single" w:sz="8" w:space="0" w:color="9696D1" w:themeColor="accent3" w:themeTint="BF"/>
        <w:bottom w:val="single" w:sz="8" w:space="0" w:color="9696D1" w:themeColor="accent3" w:themeTint="BF"/>
        <w:right w:val="single" w:sz="8" w:space="0" w:color="9696D1" w:themeColor="accent3" w:themeTint="BF"/>
        <w:insideH w:val="single" w:sz="8" w:space="0" w:color="9696D1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96D1" w:themeColor="accent3" w:themeTint="BF"/>
          <w:left w:val="single" w:sz="8" w:space="0" w:color="9696D1" w:themeColor="accent3" w:themeTint="BF"/>
          <w:bottom w:val="single" w:sz="8" w:space="0" w:color="9696D1" w:themeColor="accent3" w:themeTint="BF"/>
          <w:right w:val="single" w:sz="8" w:space="0" w:color="9696D1" w:themeColor="accent3" w:themeTint="BF"/>
          <w:insideH w:val="nil"/>
          <w:insideV w:val="nil"/>
        </w:tcBorders>
        <w:shd w:val="clear" w:color="auto" w:fill="7373C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D1" w:themeColor="accent3" w:themeTint="BF"/>
          <w:left w:val="single" w:sz="8" w:space="0" w:color="9696D1" w:themeColor="accent3" w:themeTint="BF"/>
          <w:bottom w:val="single" w:sz="8" w:space="0" w:color="9696D1" w:themeColor="accent3" w:themeTint="BF"/>
          <w:right w:val="single" w:sz="8" w:space="0" w:color="9696D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F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CF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43AAA4" w:themeColor="accent1" w:themeTint="BF"/>
        <w:left w:val="single" w:sz="8" w:space="0" w:color="43AAA4" w:themeColor="accent1" w:themeTint="BF"/>
        <w:bottom w:val="single" w:sz="8" w:space="0" w:color="43AAA4" w:themeColor="accent1" w:themeTint="BF"/>
        <w:right w:val="single" w:sz="8" w:space="0" w:color="43AAA4" w:themeColor="accent1" w:themeTint="BF"/>
        <w:insideH w:val="single" w:sz="8" w:space="0" w:color="43AA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5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595959" w:themeColor="text1" w:themeTint="BF"/>
        <w:left w:val="single" w:sz="8" w:space="0" w:color="595959" w:themeColor="text1" w:themeTint="BF"/>
        <w:bottom w:val="single" w:sz="8" w:space="0" w:color="595959" w:themeColor="text1" w:themeTint="BF"/>
        <w:right w:val="single" w:sz="8" w:space="0" w:color="595959" w:themeColor="text1" w:themeTint="BF"/>
        <w:insideH w:val="single" w:sz="8" w:space="0" w:color="595959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  <w:shd w:val="clear" w:color="auto" w:fill="22222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8C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8C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DCEBE9" w:themeColor="accent5" w:themeTint="BF"/>
        <w:left w:val="single" w:sz="8" w:space="0" w:color="DCEBE9" w:themeColor="accent5" w:themeTint="BF"/>
        <w:bottom w:val="single" w:sz="8" w:space="0" w:color="DCEBE9" w:themeColor="accent5" w:themeTint="BF"/>
        <w:right w:val="single" w:sz="8" w:space="0" w:color="DCEBE9" w:themeColor="accent5" w:themeTint="BF"/>
        <w:insideH w:val="single" w:sz="8" w:space="0" w:color="DCEBE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EBE9" w:themeColor="accent5" w:themeTint="BF"/>
          <w:left w:val="single" w:sz="8" w:space="0" w:color="DCEBE9" w:themeColor="accent5" w:themeTint="BF"/>
          <w:bottom w:val="single" w:sz="8" w:space="0" w:color="DCEBE9" w:themeColor="accent5" w:themeTint="BF"/>
          <w:right w:val="single" w:sz="8" w:space="0" w:color="DCEBE9" w:themeColor="accent5" w:themeTint="BF"/>
          <w:insideH w:val="nil"/>
          <w:insideV w:val="nil"/>
        </w:tcBorders>
        <w:shd w:val="clear" w:color="auto" w:fill="D1E5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EBE9" w:themeColor="accent5" w:themeTint="BF"/>
          <w:left w:val="single" w:sz="8" w:space="0" w:color="DCEBE9" w:themeColor="accent5" w:themeTint="BF"/>
          <w:bottom w:val="single" w:sz="8" w:space="0" w:color="DCEBE9" w:themeColor="accent5" w:themeTint="BF"/>
          <w:right w:val="single" w:sz="8" w:space="0" w:color="DCEBE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8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8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154C99"/>
    <w:tblPr>
      <w:tblStyleRowBandSize w:val="1"/>
      <w:tblStyleColBandSize w:val="1"/>
      <w:tblBorders>
        <w:top w:val="single" w:sz="8" w:space="0" w:color="7373C2" w:themeColor="accent3"/>
        <w:left w:val="single" w:sz="8" w:space="0" w:color="7373C2" w:themeColor="accent3"/>
        <w:bottom w:val="single" w:sz="8" w:space="0" w:color="7373C2" w:themeColor="accent3"/>
        <w:right w:val="single" w:sz="8" w:space="0" w:color="7373C2" w:themeColor="accent3"/>
        <w:insideH w:val="single" w:sz="8" w:space="0" w:color="7373C2" w:themeColor="accent3"/>
        <w:insideV w:val="single" w:sz="8" w:space="0" w:color="7373C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18" w:space="0" w:color="7373C2" w:themeColor="accent3"/>
          <w:right w:val="single" w:sz="8" w:space="0" w:color="7373C2" w:themeColor="accent3"/>
          <w:insideH w:val="nil"/>
          <w:insideV w:val="single" w:sz="8" w:space="0" w:color="7373C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H w:val="nil"/>
          <w:insideV w:val="single" w:sz="8" w:space="0" w:color="7373C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</w:tcBorders>
      </w:tcPr>
    </w:tblStylePr>
    <w:tblStylePr w:type="band1Vert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</w:tcBorders>
        <w:shd w:val="clear" w:color="auto" w:fill="DCDCF0" w:themeFill="accent3" w:themeFillTint="3F"/>
      </w:tcPr>
    </w:tblStylePr>
    <w:tblStylePr w:type="band1Horz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V w:val="single" w:sz="8" w:space="0" w:color="7373C2" w:themeColor="accent3"/>
        </w:tcBorders>
        <w:shd w:val="clear" w:color="auto" w:fill="DCDCF0" w:themeFill="accent3" w:themeFillTint="3F"/>
      </w:tcPr>
    </w:tblStylePr>
    <w:tblStylePr w:type="band2Horz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V w:val="single" w:sz="8" w:space="0" w:color="7373C2" w:themeColor="accent3"/>
        </w:tcBorders>
      </w:tcPr>
    </w:tblStylePr>
  </w:style>
  <w:style w:type="table" w:styleId="LightGrid-Accent1">
    <w:name w:val="Light Grid Accent 1"/>
    <w:aliases w:val="Table CartONG"/>
    <w:basedOn w:val="TableNormal"/>
    <w:uiPriority w:val="62"/>
    <w:rsid w:val="00EC735B"/>
    <w:rPr>
      <w:rFonts w:asciiTheme="minorHAnsi" w:hAnsiTheme="minorHAnsi"/>
    </w:rPr>
    <w:tblPr>
      <w:tblStyleRowBandSize w:val="1"/>
      <w:tblStyleColBandSize w:val="1"/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</w:tblPr>
    <w:tblStylePr w:type="firstRow">
      <w:pPr>
        <w:wordWrap/>
        <w:spacing w:before="0" w:beforeAutospacing="0" w:after="0" w:afterAutospacing="0" w:line="240" w:lineRule="auto"/>
        <w:jc w:val="center"/>
      </w:pPr>
      <w:rPr>
        <w:rFonts w:asciiTheme="majorHAnsi" w:eastAsiaTheme="majorEastAsia" w:hAnsiTheme="majorHAnsi" w:cstheme="majorBidi"/>
        <w:b/>
        <w:bCs/>
        <w:color w:val="FFFFFF" w:themeColor="background1"/>
      </w:rPr>
      <w:tblPr/>
      <w:tcPr>
        <w:shd w:val="clear" w:color="auto" w:fill="264A5C" w:themeFill="text2"/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  <w:color w:val="FFFFFF" w:themeColor="background1"/>
      </w:rPr>
      <w:tblPr/>
      <w:tcPr>
        <w:shd w:val="clear" w:color="auto" w:fill="A8C72E" w:themeFill="accent2"/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</w:tcBorders>
      </w:tcPr>
    </w:tblStylePr>
    <w:tblStylePr w:type="band1Horz"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  <w:insideV w:val="single" w:sz="8" w:space="0" w:color="2A6A66" w:themeColor="accent1"/>
        </w:tcBorders>
        <w:shd w:val="clear" w:color="auto" w:fill="BEE5E3" w:themeFill="accent1" w:themeFillTint="3F"/>
      </w:tcPr>
    </w:tblStylePr>
    <w:tblStylePr w:type="band2Horz"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  <w:insideV w:val="single" w:sz="8" w:space="0" w:color="2A6A66" w:themeColor="accent1"/>
        </w:tcBorders>
      </w:tcPr>
    </w:tblStylePr>
  </w:style>
  <w:style w:type="character" w:styleId="HTMLCode">
    <w:name w:val="HTML Code"/>
    <w:uiPriority w:val="99"/>
    <w:qFormat/>
    <w:rsid w:val="00283F82"/>
    <w:rPr>
      <w:rFonts w:ascii="Courier New" w:hAnsi="Courier New" w:cs="Courier New"/>
      <w:sz w:val="22"/>
      <w:szCs w:val="20"/>
    </w:rPr>
  </w:style>
  <w:style w:type="paragraph" w:customStyle="1" w:styleId="Tip">
    <w:name w:val="Tip"/>
    <w:basedOn w:val="Normal"/>
    <w:next w:val="Normal"/>
    <w:link w:val="TipChar"/>
    <w:autoRedefine/>
    <w:uiPriority w:val="1"/>
    <w:qFormat/>
    <w:rsid w:val="005A5733"/>
    <w:pPr>
      <w:keepNext/>
      <w:keepLines/>
      <w:numPr>
        <w:numId w:val="9"/>
      </w:numPr>
      <w:pBdr>
        <w:top w:val="double" w:sz="4" w:space="1" w:color="D1E5E3" w:themeColor="accent5"/>
        <w:left w:val="double" w:sz="4" w:space="4" w:color="D1E5E3" w:themeColor="accent5"/>
        <w:bottom w:val="double" w:sz="4" w:space="1" w:color="D1E5E3" w:themeColor="accent5"/>
        <w:right w:val="double" w:sz="4" w:space="4" w:color="D1E5E3" w:themeColor="accent5"/>
      </w:pBdr>
      <w:shd w:val="clear" w:color="auto" w:fill="D1E5E3" w:themeFill="accent5"/>
      <w:suppressAutoHyphens/>
      <w:ind w:right="425"/>
      <w:contextualSpacing/>
    </w:pPr>
    <w:rPr>
      <w:color w:val="2A6A66"/>
    </w:rPr>
  </w:style>
  <w:style w:type="numbering" w:customStyle="1" w:styleId="HeadinglistAFDAMI">
    <w:name w:val="Heading list AFD AMI"/>
    <w:uiPriority w:val="99"/>
    <w:rsid w:val="003948F7"/>
    <w:pPr>
      <w:numPr>
        <w:numId w:val="10"/>
      </w:numPr>
    </w:pPr>
  </w:style>
  <w:style w:type="character" w:customStyle="1" w:styleId="TipChar">
    <w:name w:val="Tip Char"/>
    <w:basedOn w:val="DefaultParagraphFont"/>
    <w:link w:val="Tip"/>
    <w:uiPriority w:val="1"/>
    <w:rsid w:val="005A5733"/>
    <w:rPr>
      <w:rFonts w:ascii="Arial" w:hAnsi="Arial"/>
      <w:color w:val="2A6A66"/>
      <w:shd w:val="clear" w:color="auto" w:fill="D1E5E3" w:themeFill="accent5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586487"/>
    <w:pPr>
      <w:ind w:left="720"/>
    </w:pPr>
  </w:style>
  <w:style w:type="character" w:customStyle="1" w:styleId="Footnote">
    <w:name w:val="Footnote"/>
    <w:basedOn w:val="FootnoteReference"/>
    <w:semiHidden/>
    <w:rsid w:val="00155A9A"/>
    <w:rPr>
      <w:rFonts w:ascii="Verdana" w:hAnsi="Verdana" w:cs="Times New Roman"/>
      <w:b w:val="0"/>
      <w:bCs/>
      <w:i w:val="0"/>
      <w:iCs w:val="0"/>
      <w:caps w:val="0"/>
      <w:smallCaps w:val="0"/>
      <w:strike w:val="0"/>
      <w:dstrike w:val="0"/>
      <w:vanish w:val="0"/>
      <w:color w:val="264A5C" w:themeColor="text2"/>
      <w:spacing w:val="5"/>
      <w:sz w:val="16"/>
      <w:bdr w:val="none" w:sz="0" w:space="0" w:color="auto"/>
      <w:vertAlign w:val="baseline"/>
    </w:rPr>
  </w:style>
  <w:style w:type="paragraph" w:customStyle="1" w:styleId="Definition">
    <w:name w:val="Definition"/>
    <w:basedOn w:val="Normal"/>
    <w:next w:val="Normal"/>
    <w:qFormat/>
    <w:rsid w:val="009F2C9B"/>
    <w:pPr>
      <w:keepNext/>
      <w:keepLines/>
      <w:numPr>
        <w:numId w:val="6"/>
      </w:numPr>
      <w:pBdr>
        <w:top w:val="dashed" w:sz="6" w:space="10" w:color="D1E5E3" w:themeColor="accent5"/>
        <w:left w:val="dashed" w:sz="6" w:space="10" w:color="D1E5E3" w:themeColor="accent5"/>
        <w:bottom w:val="dashed" w:sz="6" w:space="10" w:color="D1E5E3" w:themeColor="accent5"/>
        <w:right w:val="dashed" w:sz="6" w:space="10" w:color="D1E5E3" w:themeColor="accent5"/>
      </w:pBdr>
      <w:suppressAutoHyphens/>
      <w:spacing w:before="100" w:beforeAutospacing="1" w:after="200"/>
      <w:ind w:left="1276" w:right="737" w:hanging="709"/>
      <w:contextualSpacing/>
    </w:pPr>
  </w:style>
  <w:style w:type="character" w:customStyle="1" w:styleId="NoSpacingChar">
    <w:name w:val="No Spacing Char"/>
    <w:basedOn w:val="DefaultParagraphFont"/>
    <w:link w:val="NoSpacing"/>
    <w:uiPriority w:val="99"/>
    <w:rsid w:val="009241F9"/>
    <w:rPr>
      <w:rFonts w:ascii="Arial" w:eastAsia="Times New Roman" w:hAnsi="Arial" w:cs="Times New Roman"/>
      <w:color w:val="222222" w:themeColor="text1"/>
      <w:szCs w:val="24"/>
    </w:rPr>
  </w:style>
  <w:style w:type="paragraph" w:customStyle="1" w:styleId="PageNumber1">
    <w:name w:val="Page Number1"/>
    <w:basedOn w:val="Normal"/>
    <w:link w:val="PagenumberChar"/>
    <w:uiPriority w:val="99"/>
    <w:semiHidden/>
    <w:qFormat/>
    <w:rsid w:val="00AB2E58"/>
    <w:pPr>
      <w:tabs>
        <w:tab w:val="center" w:pos="4513"/>
        <w:tab w:val="right" w:pos="9214"/>
      </w:tabs>
      <w:spacing w:after="0"/>
      <w:ind w:right="-710"/>
      <w:contextualSpacing/>
      <w:jc w:val="right"/>
    </w:pPr>
    <w:rPr>
      <w:caps/>
      <w:color w:val="4646A1" w:themeColor="accent3" w:themeShade="BF"/>
      <w:sz w:val="28"/>
      <w:szCs w:val="18"/>
    </w:rPr>
  </w:style>
  <w:style w:type="character" w:customStyle="1" w:styleId="PagenumberChar">
    <w:name w:val="Page number Char"/>
    <w:basedOn w:val="DefaultParagraphFont"/>
    <w:link w:val="PageNumber1"/>
    <w:uiPriority w:val="99"/>
    <w:semiHidden/>
    <w:rsid w:val="00841376"/>
    <w:rPr>
      <w:rFonts w:asciiTheme="minorHAnsi" w:eastAsia="Times New Roman" w:hAnsiTheme="minorHAnsi" w:cs="Verdana"/>
      <w:caps/>
      <w:color w:val="4646A1" w:themeColor="accent3" w:themeShade="BF"/>
      <w:sz w:val="28"/>
      <w:szCs w:val="18"/>
      <w:lang w:val="en-US" w:eastAsia="ar-SA"/>
    </w:rPr>
  </w:style>
  <w:style w:type="paragraph" w:customStyle="1" w:styleId="Style3">
    <w:name w:val="Style3"/>
    <w:basedOn w:val="Normal"/>
    <w:semiHidden/>
    <w:qFormat/>
    <w:rsid w:val="00796D7B"/>
    <w:rPr>
      <w:noProof/>
    </w:rPr>
  </w:style>
  <w:style w:type="paragraph" w:customStyle="1" w:styleId="Appendix">
    <w:name w:val="Appendix"/>
    <w:basedOn w:val="Heading1"/>
    <w:next w:val="Normal"/>
    <w:uiPriority w:val="29"/>
    <w:qFormat/>
    <w:rsid w:val="00ED500C"/>
    <w:pPr>
      <w:numPr>
        <w:numId w:val="0"/>
      </w:numPr>
      <w:pBdr>
        <w:top w:val="single" w:sz="4" w:space="3" w:color="FEFEFB" w:themeColor="background2" w:themeTint="33"/>
        <w:left w:val="single" w:sz="4" w:space="4" w:color="FEFEFB" w:themeColor="background2" w:themeTint="33"/>
        <w:right w:val="single" w:sz="4" w:space="4" w:color="FEFEFB" w:themeColor="background2" w:themeTint="33"/>
      </w:pBdr>
      <w:shd w:val="clear" w:color="7373C2" w:themeColor="accent3" w:fill="FEFEFB" w:themeFill="background2" w:themeFillTint="33"/>
    </w:pPr>
    <w:rPr>
      <w:color w:val="2A6A66"/>
      <w:spacing w:val="18"/>
      <w:sz w:val="28"/>
    </w:rPr>
  </w:style>
  <w:style w:type="paragraph" w:styleId="TOAHeading">
    <w:name w:val="toa heading"/>
    <w:basedOn w:val="TOCHeading"/>
    <w:next w:val="Normal"/>
    <w:uiPriority w:val="84"/>
    <w:semiHidden/>
    <w:rsid w:val="001F67ED"/>
    <w:pPr>
      <w:framePr w:wrap="around"/>
      <w:spacing w:before="120"/>
    </w:pPr>
    <w:rPr>
      <w:rFonts w:eastAsiaTheme="majorEastAsia" w:cstheme="majorBidi"/>
      <w:bCs w:val="0"/>
      <w:szCs w:val="24"/>
    </w:rPr>
  </w:style>
  <w:style w:type="paragraph" w:customStyle="1" w:styleId="Careful">
    <w:name w:val="Careful"/>
    <w:basedOn w:val="Tip"/>
    <w:next w:val="Normal"/>
    <w:uiPriority w:val="10"/>
    <w:qFormat/>
    <w:rsid w:val="009F2C9B"/>
    <w:pPr>
      <w:numPr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right="284"/>
    </w:pPr>
    <w:rPr>
      <w:color w:val="8E5C1A" w:themeColor="accent4"/>
    </w:rPr>
  </w:style>
  <w:style w:type="paragraph" w:styleId="Caption">
    <w:name w:val="caption"/>
    <w:basedOn w:val="Normal"/>
    <w:next w:val="Normal"/>
    <w:autoRedefine/>
    <w:uiPriority w:val="12"/>
    <w:qFormat/>
    <w:locked/>
    <w:rsid w:val="009F2C9B"/>
    <w:pPr>
      <w:keepNext/>
    </w:pPr>
    <w:rPr>
      <w:b/>
      <w:iCs/>
      <w:color w:val="264A5C" w:themeColor="text2"/>
      <w:szCs w:val="24"/>
    </w:rPr>
  </w:style>
  <w:style w:type="paragraph" w:customStyle="1" w:styleId="Descriptionofillustrationfiguretable">
    <w:name w:val="Description of illustration/figure/table"/>
    <w:basedOn w:val="Normal"/>
    <w:next w:val="Normal"/>
    <w:uiPriority w:val="16"/>
    <w:qFormat/>
    <w:rsid w:val="009F2C9B"/>
    <w:pPr>
      <w:spacing w:before="240"/>
    </w:pPr>
    <w:rPr>
      <w:i/>
      <w:noProof/>
      <w:color w:val="264A5C" w:themeColor="text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5D47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semiHidden/>
    <w:rsid w:val="00897D56"/>
    <w:rPr>
      <w:i/>
      <w:iCs/>
      <w:color w:val="2A6A66" w:themeColor="accent1"/>
    </w:rPr>
  </w:style>
  <w:style w:type="paragraph" w:customStyle="1" w:styleId="Titre11">
    <w:name w:val="Titre 11"/>
    <w:basedOn w:val="Normal"/>
    <w:semiHidden/>
    <w:rsid w:val="004874C5"/>
  </w:style>
  <w:style w:type="character" w:customStyle="1" w:styleId="levorange">
    <w:name w:val="Élevé orange"/>
    <w:basedOn w:val="Strong"/>
    <w:uiPriority w:val="8"/>
    <w:qFormat/>
    <w:rsid w:val="007076D5"/>
    <w:rPr>
      <w:rFonts w:ascii="Arial" w:hAnsi="Arial" w:cs="Times New Roman"/>
      <w:b/>
      <w:bCs/>
      <w:color w:val="8E5C1A" w:themeColor="accent4"/>
      <w:sz w:val="20"/>
    </w:rPr>
  </w:style>
  <w:style w:type="paragraph" w:customStyle="1" w:styleId="Titre21">
    <w:name w:val="Titre 21"/>
    <w:basedOn w:val="Normal"/>
    <w:semiHidden/>
    <w:rsid w:val="004874C5"/>
  </w:style>
  <w:style w:type="paragraph" w:customStyle="1" w:styleId="Titre31">
    <w:name w:val="Titre 31"/>
    <w:basedOn w:val="Normal"/>
    <w:semiHidden/>
    <w:rsid w:val="004874C5"/>
  </w:style>
  <w:style w:type="paragraph" w:customStyle="1" w:styleId="Titre41">
    <w:name w:val="Titre 41"/>
    <w:basedOn w:val="Normal"/>
    <w:semiHidden/>
    <w:rsid w:val="004874C5"/>
  </w:style>
  <w:style w:type="paragraph" w:customStyle="1" w:styleId="Titre51">
    <w:name w:val="Titre 51"/>
    <w:basedOn w:val="Normal"/>
    <w:semiHidden/>
    <w:rsid w:val="004874C5"/>
  </w:style>
  <w:style w:type="paragraph" w:customStyle="1" w:styleId="Titre61">
    <w:name w:val="Titre 61"/>
    <w:basedOn w:val="Normal"/>
    <w:semiHidden/>
    <w:rsid w:val="004874C5"/>
  </w:style>
  <w:style w:type="paragraph" w:customStyle="1" w:styleId="Titre71">
    <w:name w:val="Titre 71"/>
    <w:basedOn w:val="Normal"/>
    <w:semiHidden/>
    <w:rsid w:val="004874C5"/>
  </w:style>
  <w:style w:type="paragraph" w:customStyle="1" w:styleId="Titre81">
    <w:name w:val="Titre 81"/>
    <w:basedOn w:val="Normal"/>
    <w:semiHidden/>
    <w:rsid w:val="004874C5"/>
  </w:style>
  <w:style w:type="paragraph" w:customStyle="1" w:styleId="Titre91">
    <w:name w:val="Titre 91"/>
    <w:basedOn w:val="Normal"/>
    <w:semiHidden/>
    <w:rsid w:val="004874C5"/>
  </w:style>
  <w:style w:type="paragraph" w:styleId="Footer">
    <w:name w:val="footer"/>
    <w:basedOn w:val="Normal"/>
    <w:link w:val="FooterChar"/>
    <w:autoRedefine/>
    <w:uiPriority w:val="23"/>
    <w:unhideWhenUsed/>
    <w:rsid w:val="009F2C9B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color w:val="264A5C" w:themeColor="text2"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23"/>
    <w:rsid w:val="009F2C9B"/>
    <w:rPr>
      <w:rFonts w:ascii="Arial" w:eastAsiaTheme="minorEastAsia" w:hAnsi="Arial" w:cs="Times New Roman"/>
      <w:color w:val="264A5C" w:themeColor="text2"/>
      <w:sz w:val="18"/>
      <w:lang w:val="en-US" w:eastAsia="en-US"/>
    </w:rPr>
  </w:style>
  <w:style w:type="paragraph" w:customStyle="1" w:styleId="Appendixlevel1">
    <w:name w:val="Appendix level 1"/>
    <w:next w:val="Normal"/>
    <w:link w:val="Appendixlevel1Car"/>
    <w:autoRedefine/>
    <w:uiPriority w:val="30"/>
    <w:qFormat/>
    <w:rsid w:val="009F2C9B"/>
    <w:pPr>
      <w:numPr>
        <w:numId w:val="11"/>
      </w:numPr>
      <w:spacing w:before="240" w:after="240"/>
    </w:pPr>
    <w:rPr>
      <w:rFonts w:asciiTheme="majorHAnsi" w:eastAsia="Times New Roman" w:hAnsiTheme="majorHAnsi" w:cs="Verdana"/>
      <w:b/>
      <w:bCs/>
      <w:smallCaps/>
      <w:color w:val="2A6A66"/>
      <w:spacing w:val="20"/>
      <w:sz w:val="28"/>
      <w:szCs w:val="26"/>
      <w:lang w:val="en-US" w:eastAsia="ar-SA"/>
    </w:rPr>
  </w:style>
  <w:style w:type="paragraph" w:customStyle="1" w:styleId="Appendixlevel2">
    <w:name w:val="Appendix level 2"/>
    <w:basedOn w:val="Appendixlevel1"/>
    <w:next w:val="Normal"/>
    <w:link w:val="Appendixlevel2Char"/>
    <w:uiPriority w:val="31"/>
    <w:qFormat/>
    <w:rsid w:val="00652E50"/>
    <w:pPr>
      <w:numPr>
        <w:ilvl w:val="1"/>
      </w:numPr>
      <w:ind w:left="567" w:hanging="567"/>
    </w:pPr>
    <w:rPr>
      <w:sz w:val="26"/>
    </w:rPr>
  </w:style>
  <w:style w:type="character" w:customStyle="1" w:styleId="Appendixlevel1Car">
    <w:name w:val="Appendix level 1 Car"/>
    <w:basedOn w:val="Heading2Char"/>
    <w:link w:val="Appendixlevel1"/>
    <w:uiPriority w:val="30"/>
    <w:rsid w:val="009F2C9B"/>
    <w:rPr>
      <w:rFonts w:asciiTheme="majorHAnsi" w:eastAsia="Times New Roman" w:hAnsiTheme="majorHAnsi" w:cs="Verdana"/>
      <w:b/>
      <w:bCs/>
      <w:smallCaps/>
      <w:color w:val="2A6A66"/>
      <w:spacing w:val="20"/>
      <w:sz w:val="28"/>
      <w:szCs w:val="26"/>
      <w:lang w:val="en-US" w:eastAsia="ar-SA"/>
    </w:rPr>
  </w:style>
  <w:style w:type="paragraph" w:customStyle="1" w:styleId="TOA1">
    <w:name w:val="TOA 1"/>
    <w:basedOn w:val="TOC1"/>
    <w:next w:val="TOA2"/>
    <w:uiPriority w:val="84"/>
    <w:rsid w:val="007478E2"/>
    <w:pPr>
      <w:tabs>
        <w:tab w:val="clear" w:pos="426"/>
        <w:tab w:val="left" w:pos="851"/>
      </w:tabs>
    </w:pPr>
  </w:style>
  <w:style w:type="character" w:customStyle="1" w:styleId="Appendixlevel2Char">
    <w:name w:val="Appendix level 2 Char"/>
    <w:basedOn w:val="Appendixlevel1Car"/>
    <w:link w:val="Appendixlevel2"/>
    <w:uiPriority w:val="31"/>
    <w:rsid w:val="00652E50"/>
    <w:rPr>
      <w:rFonts w:asciiTheme="majorHAnsi" w:eastAsia="Times New Roman" w:hAnsiTheme="majorHAnsi" w:cs="Verdana"/>
      <w:b/>
      <w:bCs/>
      <w:smallCaps/>
      <w:color w:val="2A6A66"/>
      <w:spacing w:val="20"/>
      <w:sz w:val="26"/>
      <w:szCs w:val="26"/>
      <w:lang w:val="it-IT" w:eastAsia="ar-SA"/>
    </w:rPr>
  </w:style>
  <w:style w:type="paragraph" w:customStyle="1" w:styleId="TOA2">
    <w:name w:val="TOA 2"/>
    <w:basedOn w:val="TOC3"/>
    <w:next w:val="Normal"/>
    <w:uiPriority w:val="84"/>
    <w:rsid w:val="00757226"/>
  </w:style>
  <w:style w:type="character" w:styleId="UnresolvedMention">
    <w:name w:val="Unresolved Mention"/>
    <w:basedOn w:val="DefaultParagraphFont"/>
    <w:uiPriority w:val="99"/>
    <w:semiHidden/>
    <w:unhideWhenUsed/>
    <w:rsid w:val="00CA77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2013"/>
    <w:rPr>
      <w:color w:val="264A5C" w:themeColor="followedHyperlink"/>
      <w:u w:val="single"/>
    </w:rPr>
  </w:style>
  <w:style w:type="paragraph" w:styleId="TOC8">
    <w:name w:val="toc 8"/>
    <w:basedOn w:val="Normal"/>
    <w:next w:val="Normal"/>
    <w:autoRedefine/>
    <w:semiHidden/>
    <w:locked/>
    <w:rsid w:val="0065181A"/>
    <w:pPr>
      <w:spacing w:after="100"/>
      <w:ind w:left="1400"/>
    </w:pPr>
  </w:style>
  <w:style w:type="paragraph" w:styleId="TOC5">
    <w:name w:val="toc 5"/>
    <w:basedOn w:val="Normal"/>
    <w:next w:val="Normal"/>
    <w:autoRedefine/>
    <w:uiPriority w:val="39"/>
    <w:semiHidden/>
    <w:locked/>
    <w:rsid w:val="00066B34"/>
    <w:pPr>
      <w:spacing w:after="100"/>
      <w:ind w:left="800"/>
    </w:pPr>
    <w:rPr>
      <w:rFonts w:ascii="Brandon Grotesque Medium" w:hAnsi="Brandon Grotesque Medium"/>
      <w:color w:val="6F6F6F" w:themeColor="text1" w:themeTint="A6"/>
    </w:rPr>
  </w:style>
  <w:style w:type="paragraph" w:styleId="TOC6">
    <w:name w:val="toc 6"/>
    <w:basedOn w:val="Normal"/>
    <w:next w:val="Normal"/>
    <w:autoRedefine/>
    <w:uiPriority w:val="39"/>
    <w:semiHidden/>
    <w:locked/>
    <w:rsid w:val="00066B34"/>
    <w:pPr>
      <w:spacing w:after="100"/>
      <w:ind w:left="1000"/>
    </w:pPr>
    <w:rPr>
      <w:rFonts w:ascii="Brandon Grotesque Medium" w:hAnsi="Brandon Grotesque Medium"/>
      <w:color w:val="6F6F6F" w:themeColor="text1" w:themeTint="A6"/>
    </w:rPr>
  </w:style>
  <w:style w:type="paragraph" w:customStyle="1" w:styleId="Headingtables">
    <w:name w:val="Heading tables"/>
    <w:basedOn w:val="Normal"/>
    <w:uiPriority w:val="84"/>
    <w:rsid w:val="009F2C9B"/>
    <w:pPr>
      <w:suppressAutoHyphens/>
      <w:spacing w:after="0"/>
    </w:pPr>
    <w:rPr>
      <w:b/>
      <w:color w:val="FFFFFF" w:themeColor="background1"/>
    </w:rPr>
  </w:style>
  <w:style w:type="table" w:customStyle="1" w:styleId="Table2">
    <w:name w:val="Table 2"/>
    <w:basedOn w:val="TableNormal"/>
    <w:next w:val="TableNormal"/>
    <w:rsid w:val="00914538"/>
    <w:tblPr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  <w:tblCellMar>
        <w:top w:w="108" w:type="dxa"/>
        <w:bottom w:w="108" w:type="dxa"/>
      </w:tblCellMar>
    </w:tblPr>
    <w:tcPr>
      <w:shd w:val="clear" w:color="auto" w:fill="FEFEFB" w:themeFill="background2" w:themeFillTint="33"/>
    </w:tcPr>
    <w:tblStylePr w:type="firstRow">
      <w:rPr>
        <w:rFonts w:ascii="Open Sans" w:hAnsi="Open Sans"/>
        <w:b/>
        <w:color w:val="13242D" w:themeColor="text2" w:themeShade="80"/>
        <w:sz w:val="20"/>
      </w:rPr>
      <w:tblPr/>
      <w:tcPr>
        <w:shd w:val="clear" w:color="auto" w:fill="FCFAF0" w:themeFill="background2"/>
      </w:tcPr>
    </w:tblStylePr>
  </w:style>
  <w:style w:type="numbering" w:customStyle="1" w:styleId="ListnumberCartONG">
    <w:name w:val="List number CartONG"/>
    <w:uiPriority w:val="99"/>
    <w:rsid w:val="005606F7"/>
    <w:pPr>
      <w:numPr>
        <w:numId w:val="13"/>
      </w:numPr>
    </w:pPr>
  </w:style>
  <w:style w:type="paragraph" w:styleId="List">
    <w:name w:val="List"/>
    <w:basedOn w:val="Normal"/>
    <w:uiPriority w:val="99"/>
    <w:semiHidden/>
    <w:unhideWhenUsed/>
    <w:rsid w:val="00D770CC"/>
    <w:pPr>
      <w:ind w:left="283" w:hanging="283"/>
      <w:contextualSpacing/>
    </w:pPr>
  </w:style>
  <w:style w:type="table" w:styleId="TableGridLight">
    <w:name w:val="Grid Table Light"/>
    <w:basedOn w:val="TableNormal"/>
    <w:uiPriority w:val="40"/>
    <w:rsid w:val="00780D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C25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8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1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7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6.jpeg"/><Relationship Id="rId17" Type="http://schemas.openxmlformats.org/officeDocument/2006/relationships/image" Target="media/image21.jpeg"/><Relationship Id="rId2" Type="http://schemas.openxmlformats.org/officeDocument/2006/relationships/customXml" Target="../customXml/item2.xml"/><Relationship Id="rId16" Type="http://schemas.openxmlformats.org/officeDocument/2006/relationships/image" Target="media/image2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5.jpeg"/><Relationship Id="rId5" Type="http://schemas.openxmlformats.org/officeDocument/2006/relationships/numbering" Target="numbering.xml"/><Relationship Id="rId15" Type="http://schemas.openxmlformats.org/officeDocument/2006/relationships/image" Target="media/image19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8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tong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tong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2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artongorg.sharepoint.com/sites/cartong-team/Template%20CartONG/2024_CartONG%20-%20EN.dotx" TargetMode="External"/></Relationships>
</file>

<file path=word/theme/theme1.xml><?xml version="1.0" encoding="utf-8"?>
<a:theme xmlns:a="http://schemas.openxmlformats.org/drawingml/2006/main" name="Office Theme">
  <a:themeElements>
    <a:clrScheme name="CartONG 2024">
      <a:dk1>
        <a:srgbClr val="222222"/>
      </a:dk1>
      <a:lt1>
        <a:sysClr val="window" lastClr="FFFFFF"/>
      </a:lt1>
      <a:dk2>
        <a:srgbClr val="264A5C"/>
      </a:dk2>
      <a:lt2>
        <a:srgbClr val="FCFAF0"/>
      </a:lt2>
      <a:accent1>
        <a:srgbClr val="2A6A66"/>
      </a:accent1>
      <a:accent2>
        <a:srgbClr val="A8C72E"/>
      </a:accent2>
      <a:accent3>
        <a:srgbClr val="7373C2"/>
      </a:accent3>
      <a:accent4>
        <a:srgbClr val="8E5C1A"/>
      </a:accent4>
      <a:accent5>
        <a:srgbClr val="D1E5E3"/>
      </a:accent5>
      <a:accent6>
        <a:srgbClr val="D6D4E8"/>
      </a:accent6>
      <a:hlink>
        <a:srgbClr val="3D9994"/>
      </a:hlink>
      <a:folHlink>
        <a:srgbClr val="264A5C"/>
      </a:folHlink>
    </a:clrScheme>
    <a:fontScheme name="Custom 1">
      <a:majorFont>
        <a:latin typeface="Lucida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f8030e-f63f-4719-a210-57a9252374e0">
      <UserInfo>
        <DisplayName/>
        <AccountId xsi:nil="true"/>
        <AccountType/>
      </UserInfo>
    </SharedWithUsers>
    <lcf76f155ced4ddcb4097134ff3c332f xmlns="62da3b3c-de0c-4f74-ad59-0ea6b124d41e">
      <Terms xmlns="http://schemas.microsoft.com/office/infopath/2007/PartnerControls"/>
    </lcf76f155ced4ddcb4097134ff3c332f>
    <TaxCatchAll xmlns="ddf8030e-f63f-4719-a210-57a9252374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43FAB4355D104884E1EB8E61C1563D" ma:contentTypeVersion="18" ma:contentTypeDescription="Create a new document." ma:contentTypeScope="" ma:versionID="e085c67fc7642e9988452b65ce59f282">
  <xsd:schema xmlns:xsd="http://www.w3.org/2001/XMLSchema" xmlns:xs="http://www.w3.org/2001/XMLSchema" xmlns:p="http://schemas.microsoft.com/office/2006/metadata/properties" xmlns:ns2="62da3b3c-de0c-4f74-ad59-0ea6b124d41e" xmlns:ns3="ddf8030e-f63f-4719-a210-57a9252374e0" targetNamespace="http://schemas.microsoft.com/office/2006/metadata/properties" ma:root="true" ma:fieldsID="fc550fe0b90bf2070f1d3bcb3800de7b" ns2:_="" ns3:_="">
    <xsd:import namespace="62da3b3c-de0c-4f74-ad59-0ea6b124d41e"/>
    <xsd:import namespace="ddf8030e-f63f-4719-a210-57a925237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a3b3c-de0c-4f74-ad59-0ea6b124d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e195461-62be-4433-af09-c3bdfda0d4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8030e-f63f-4719-a210-57a9252374e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1a88405-b376-4e3e-8690-eb6a9aaf5ec7}" ma:internalName="TaxCatchAll" ma:showField="CatchAllData" ma:web="ddf8030e-f63f-4719-a210-57a925237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11754-4B13-4DFA-9D2C-B7B8DC204E76}">
  <ds:schemaRefs>
    <ds:schemaRef ds:uri="http://purl.org/dc/elements/1.1/"/>
    <ds:schemaRef ds:uri="62da3b3c-de0c-4f74-ad59-0ea6b124d41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df8030e-f63f-4719-a210-57a9252374e0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4C7254F-A90B-47F5-98F9-07DB6629DC26}"/>
</file>

<file path=customXml/itemProps3.xml><?xml version="1.0" encoding="utf-8"?>
<ds:datastoreItem xmlns:ds="http://schemas.openxmlformats.org/officeDocument/2006/customXml" ds:itemID="{6AC99ACC-E906-4F62-B656-0B6E4AF03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8FB12E-33E7-4177-8005-53D8AE7F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2024_CartONG%20-%20EN</Template>
  <TotalTime>0</TotalTime>
  <Pages>4</Pages>
  <Words>442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CartONG</dc:creator>
  <cp:lastModifiedBy>Léonie Miège</cp:lastModifiedBy>
  <cp:revision>17</cp:revision>
  <cp:lastPrinted>2024-11-27T13:05:00Z</cp:lastPrinted>
  <dcterms:created xsi:type="dcterms:W3CDTF">2024-04-10T12:39:00Z</dcterms:created>
  <dcterms:modified xsi:type="dcterms:W3CDTF">2024-11-27T13:05:00Z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fc615c19-f3a6-4ebe-9a02-712cb50e41b6</vt:lpwstr>
  </property>
  <property fmtid="{D5CDD505-2E9C-101B-9397-08002B2CF9AE}" pid="3" name="ContentTypeId">
    <vt:lpwstr>0x0101000D43FAB4355D104884E1EB8E61C1563D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